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39F6A6C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7936AB" w:rsidR="0085747A" w:rsidP="009C54AE" w:rsidRDefault="0085747A" w14:paraId="4669DE9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36AB">
        <w:rPr>
          <w:rFonts w:ascii="Corbel" w:hAnsi="Corbel"/>
          <w:b/>
          <w:smallCaps/>
          <w:sz w:val="24"/>
          <w:szCs w:val="24"/>
        </w:rPr>
        <w:t>SYLABUS</w:t>
      </w:r>
    </w:p>
    <w:p w:rsidRPr="007936AB" w:rsidR="0085747A" w:rsidP="00EA4832" w:rsidRDefault="0071620A" w14:paraId="668D11B5" w14:textId="282AB52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936AB">
        <w:rPr>
          <w:rFonts w:ascii="Corbel" w:hAnsi="Corbel"/>
          <w:b/>
          <w:smallCaps/>
          <w:sz w:val="24"/>
          <w:szCs w:val="24"/>
        </w:rPr>
        <w:t>dotyczy cyklu kształcenia</w:t>
      </w:r>
      <w:r w:rsidR="006446B5">
        <w:rPr>
          <w:rFonts w:ascii="Corbel" w:hAnsi="Corbel"/>
          <w:i/>
          <w:smallCaps/>
          <w:sz w:val="24"/>
          <w:szCs w:val="24"/>
        </w:rPr>
        <w:t xml:space="preserve"> 20</w:t>
      </w:r>
      <w:r w:rsidR="004D7B3B">
        <w:rPr>
          <w:rFonts w:ascii="Corbel" w:hAnsi="Corbel"/>
          <w:i/>
          <w:smallCaps/>
          <w:sz w:val="24"/>
          <w:szCs w:val="24"/>
        </w:rPr>
        <w:t>19</w:t>
      </w:r>
      <w:r w:rsidR="006446B5">
        <w:rPr>
          <w:rFonts w:ascii="Corbel" w:hAnsi="Corbel"/>
          <w:i/>
          <w:smallCaps/>
          <w:sz w:val="24"/>
          <w:szCs w:val="24"/>
        </w:rPr>
        <w:t>/202</w:t>
      </w:r>
      <w:r w:rsidR="004D7B3B">
        <w:rPr>
          <w:rFonts w:ascii="Corbel" w:hAnsi="Corbel"/>
          <w:i/>
          <w:smallCaps/>
          <w:sz w:val="24"/>
          <w:szCs w:val="24"/>
        </w:rPr>
        <w:t>2</w:t>
      </w:r>
    </w:p>
    <w:p w:rsidRPr="007936AB" w:rsidR="0085747A" w:rsidP="00D11646" w:rsidRDefault="0085747A" w14:paraId="4CED3833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936AB">
        <w:rPr>
          <w:rFonts w:ascii="Corbel" w:hAnsi="Corbel"/>
          <w:i/>
          <w:sz w:val="20"/>
          <w:szCs w:val="20"/>
        </w:rPr>
        <w:t>(skrajne daty</w:t>
      </w:r>
      <w:r w:rsidRPr="007936AB">
        <w:rPr>
          <w:rFonts w:ascii="Corbel" w:hAnsi="Corbel"/>
          <w:sz w:val="20"/>
          <w:szCs w:val="20"/>
        </w:rPr>
        <w:t>)</w:t>
      </w:r>
    </w:p>
    <w:p w:rsidRPr="007936AB" w:rsidR="00445970" w:rsidP="00EA4832" w:rsidRDefault="00445970" w14:paraId="4391E880" w14:textId="5D782DC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936AB">
        <w:rPr>
          <w:rFonts w:ascii="Corbel" w:hAnsi="Corbel"/>
          <w:sz w:val="20"/>
          <w:szCs w:val="20"/>
        </w:rPr>
        <w:tab/>
      </w:r>
      <w:r w:rsidRPr="007936AB">
        <w:rPr>
          <w:rFonts w:ascii="Corbel" w:hAnsi="Corbel"/>
          <w:sz w:val="20"/>
          <w:szCs w:val="20"/>
        </w:rPr>
        <w:tab/>
      </w:r>
      <w:r w:rsidRPr="007936AB">
        <w:rPr>
          <w:rFonts w:ascii="Corbel" w:hAnsi="Corbel"/>
          <w:sz w:val="20"/>
          <w:szCs w:val="20"/>
        </w:rPr>
        <w:tab/>
      </w:r>
      <w:r w:rsidRPr="007936AB">
        <w:rPr>
          <w:rFonts w:ascii="Corbel" w:hAnsi="Corbel"/>
          <w:sz w:val="20"/>
          <w:szCs w:val="20"/>
        </w:rPr>
        <w:tab/>
      </w:r>
      <w:r w:rsidRPr="007936AB">
        <w:rPr>
          <w:rFonts w:ascii="Corbel" w:hAnsi="Corbel"/>
          <w:sz w:val="20"/>
          <w:szCs w:val="20"/>
        </w:rPr>
        <w:t>R</w:t>
      </w:r>
      <w:r w:rsidRPr="007936AB" w:rsidR="007936AB">
        <w:rPr>
          <w:rFonts w:ascii="Corbel" w:hAnsi="Corbel"/>
          <w:sz w:val="20"/>
          <w:szCs w:val="20"/>
        </w:rPr>
        <w:t>ok akademicki   202</w:t>
      </w:r>
      <w:r w:rsidR="004D7B3B">
        <w:rPr>
          <w:rFonts w:ascii="Corbel" w:hAnsi="Corbel"/>
          <w:sz w:val="20"/>
          <w:szCs w:val="20"/>
        </w:rPr>
        <w:t>1</w:t>
      </w:r>
      <w:r w:rsidRPr="007936AB" w:rsidR="007936AB">
        <w:rPr>
          <w:rFonts w:ascii="Corbel" w:hAnsi="Corbel"/>
          <w:sz w:val="20"/>
          <w:szCs w:val="20"/>
        </w:rPr>
        <w:t>/202</w:t>
      </w:r>
      <w:r w:rsidR="004D7B3B">
        <w:rPr>
          <w:rFonts w:ascii="Corbel" w:hAnsi="Corbel"/>
          <w:sz w:val="20"/>
          <w:szCs w:val="20"/>
        </w:rPr>
        <w:t>2</w:t>
      </w:r>
    </w:p>
    <w:p w:rsidRPr="007936AB" w:rsidR="0085747A" w:rsidP="009C54AE" w:rsidRDefault="0085747A" w14:paraId="4F91468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936AB" w:rsidR="0085747A" w:rsidP="009C54AE" w:rsidRDefault="0071620A" w14:paraId="134B5C3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936AB">
        <w:rPr>
          <w:rFonts w:ascii="Corbel" w:hAnsi="Corbel"/>
          <w:szCs w:val="24"/>
        </w:rPr>
        <w:t xml:space="preserve">1. </w:t>
      </w:r>
      <w:r w:rsidRPr="007936AB" w:rsidR="0085747A">
        <w:rPr>
          <w:rFonts w:ascii="Corbel" w:hAnsi="Corbel"/>
          <w:szCs w:val="24"/>
        </w:rPr>
        <w:t xml:space="preserve">Podstawowe </w:t>
      </w:r>
      <w:r w:rsidRPr="007936AB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7936AB" w:rsidR="0085747A" w:rsidTr="1DAA8959" w14:paraId="075BB164" w14:textId="77777777">
        <w:tc>
          <w:tcPr>
            <w:tcW w:w="2694" w:type="dxa"/>
            <w:tcMar/>
            <w:vAlign w:val="center"/>
          </w:tcPr>
          <w:p w:rsidRPr="007936AB" w:rsidR="0085747A" w:rsidP="009C54AE" w:rsidRDefault="00C05F44" w14:paraId="4D1DAC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936AB" w:rsidR="0085747A" w:rsidP="009C54AE" w:rsidRDefault="007936AB" w14:paraId="066FBA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36AB">
              <w:rPr>
                <w:rFonts w:ascii="Corbel" w:hAnsi="Corbel"/>
                <w:b w:val="0"/>
                <w:color w:val="auto"/>
                <w:sz w:val="24"/>
                <w:szCs w:val="24"/>
              </w:rPr>
              <w:t>Socjologia zdrowia i choroby</w:t>
            </w:r>
          </w:p>
        </w:tc>
      </w:tr>
      <w:tr w:rsidRPr="007936AB" w:rsidR="006446B5" w:rsidTr="1DAA8959" w14:paraId="6A21209D" w14:textId="77777777">
        <w:tc>
          <w:tcPr>
            <w:tcW w:w="2694" w:type="dxa"/>
            <w:tcMar/>
            <w:vAlign w:val="center"/>
          </w:tcPr>
          <w:p w:rsidRPr="007936AB" w:rsidR="006446B5" w:rsidP="00144C2A" w:rsidRDefault="006446B5" w14:paraId="63B0FC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C2B80" w:rsidR="006446B5" w:rsidP="002C2B80" w:rsidRDefault="002C2B80" w14:paraId="17DF3C83" w14:textId="77777777">
            <w:pPr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2C2B80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P1S[5]F_06 </w:t>
            </w:r>
          </w:p>
        </w:tc>
      </w:tr>
      <w:tr w:rsidRPr="007936AB" w:rsidR="006446B5" w:rsidTr="1DAA8959" w14:paraId="43E147B7" w14:textId="77777777">
        <w:tc>
          <w:tcPr>
            <w:tcW w:w="2694" w:type="dxa"/>
            <w:tcMar/>
            <w:vAlign w:val="center"/>
          </w:tcPr>
          <w:p w:rsidRPr="007936AB" w:rsidR="006446B5" w:rsidP="00EA4832" w:rsidRDefault="006446B5" w14:paraId="13ED1BA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6446B5" w:rsidP="002D0A5E" w:rsidRDefault="006446B5" w14:paraId="0A4994E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936AB" w:rsidR="006446B5" w:rsidTr="1DAA8959" w14:paraId="4B4591FB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348918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0A787C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936AB" w:rsidR="006446B5" w:rsidTr="1DAA8959" w14:paraId="5641C720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46FE15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1C8285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Pr="007936AB" w:rsidR="006446B5" w:rsidTr="1DAA8959" w14:paraId="047A39FF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3480E7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504865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Pr="007936AB" w:rsidR="006446B5" w:rsidTr="1DAA8959" w14:paraId="02DDA608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600F8E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4FD6EA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7936AB" w:rsidR="006446B5" w:rsidTr="1DAA8959" w14:paraId="364D5DB6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0C3721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3A1E45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7936AB" w:rsidR="006446B5" w:rsidTr="1DAA8959" w14:paraId="1C075D44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5110DB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0ED1A7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100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3,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 V</w:t>
            </w:r>
          </w:p>
        </w:tc>
      </w:tr>
      <w:tr w:rsidRPr="007936AB" w:rsidR="006446B5" w:rsidTr="1DAA8959" w14:paraId="2B1C121A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6191AD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2CAAAF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Pr="007936AB" w:rsidR="006446B5" w:rsidTr="1DAA8959" w14:paraId="4744CDD5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6EEF3D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6B0F5BE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7936AB" w:rsidR="006446B5" w:rsidTr="1DAA8959" w14:paraId="5847A2DA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359951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009C54AE" w:rsidRDefault="006446B5" w14:paraId="55D49AE8" w14:textId="568093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Teresa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Zbyrad</w:t>
            </w:r>
            <w:proofErr w:type="spellEnd"/>
          </w:p>
        </w:tc>
      </w:tr>
      <w:tr w:rsidRPr="007936AB" w:rsidR="006446B5" w:rsidTr="1DAA8959" w14:paraId="6E3E96E5" w14:textId="77777777">
        <w:tc>
          <w:tcPr>
            <w:tcW w:w="2694" w:type="dxa"/>
            <w:tcMar/>
            <w:vAlign w:val="center"/>
          </w:tcPr>
          <w:p w:rsidRPr="007936AB" w:rsidR="006446B5" w:rsidP="009C54AE" w:rsidRDefault="006446B5" w14:paraId="4F3F66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7936AB" w:rsidR="006446B5" w:rsidP="319B4384" w:rsidRDefault="006446B5" w14:paraId="4E5000E1" w14:textId="480FBA71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DAA8959" w:rsidR="6D3E193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Teresa Zbyrad / </w:t>
            </w:r>
            <w:r w:rsidRPr="1DAA8959" w:rsidR="1B2A13A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Joanna Ferenc-Bar</w:t>
            </w:r>
          </w:p>
        </w:tc>
      </w:tr>
    </w:tbl>
    <w:p w:rsidRPr="007936AB" w:rsidR="0085747A" w:rsidP="009C54AE" w:rsidRDefault="0085747A" w14:paraId="722FC34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 xml:space="preserve">* </w:t>
      </w:r>
      <w:r w:rsidRPr="007936AB">
        <w:rPr>
          <w:rFonts w:ascii="Corbel" w:hAnsi="Corbel"/>
          <w:i/>
          <w:sz w:val="24"/>
          <w:szCs w:val="24"/>
        </w:rPr>
        <w:t>-</w:t>
      </w:r>
      <w:proofErr w:type="spellStart"/>
      <w:r w:rsidRPr="007936AB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936AB" w:rsidR="00B90885">
        <w:rPr>
          <w:rFonts w:ascii="Corbel" w:hAnsi="Corbel"/>
          <w:b w:val="0"/>
          <w:sz w:val="24"/>
          <w:szCs w:val="24"/>
        </w:rPr>
        <w:t>e,</w:t>
      </w:r>
      <w:r w:rsidRPr="007936AB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7936AB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Pr="007936AB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936AB" w:rsidR="00923D7D" w:rsidP="009C54AE" w:rsidRDefault="00923D7D" w14:paraId="2D627C6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936AB" w:rsidR="0085747A" w:rsidP="009C54AE" w:rsidRDefault="0085747A" w14:paraId="364AD1D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>1.</w:t>
      </w:r>
      <w:r w:rsidRPr="007936AB" w:rsidR="00E22FBC">
        <w:rPr>
          <w:rFonts w:ascii="Corbel" w:hAnsi="Corbel"/>
          <w:sz w:val="24"/>
          <w:szCs w:val="24"/>
        </w:rPr>
        <w:t>1</w:t>
      </w:r>
      <w:r w:rsidRPr="007936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936AB" w:rsidR="00923D7D" w:rsidP="009C54AE" w:rsidRDefault="00923D7D" w14:paraId="6F60B97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7936AB" w:rsidR="00015B8F" w:rsidTr="00D11646" w14:paraId="7666AFC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936AB" w:rsidR="00015B8F" w:rsidP="009C54AE" w:rsidRDefault="00015B8F" w14:paraId="6CB8B3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7936AB" w:rsidR="00015B8F" w:rsidP="009C54AE" w:rsidRDefault="002B5EA0" w14:paraId="04C9F2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7936AB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936AB" w:rsidR="00015B8F" w:rsidP="009C54AE" w:rsidRDefault="00015B8F" w14:paraId="5261BA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936AB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7936A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936AB" w:rsidR="00015B8F" w:rsidP="009C54AE" w:rsidRDefault="00015B8F" w14:paraId="0A353A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936AB" w:rsidR="00015B8F" w:rsidP="009C54AE" w:rsidRDefault="00015B8F" w14:paraId="372426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936AB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7936A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936AB" w:rsidR="00015B8F" w:rsidP="009C54AE" w:rsidRDefault="00015B8F" w14:paraId="00F3E6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015B8F" w14:paraId="27D5B3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936AB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7936A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936AB" w:rsidR="00015B8F" w:rsidP="009C54AE" w:rsidRDefault="00015B8F" w14:paraId="4C602F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936AB" w:rsidR="00015B8F" w:rsidP="009C54AE" w:rsidRDefault="00015B8F" w14:paraId="20FB8C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936AB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7936A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936AB" w:rsidR="00015B8F" w:rsidP="009C54AE" w:rsidRDefault="00015B8F" w14:paraId="6D5214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936AB" w:rsidR="00015B8F" w:rsidP="009C54AE" w:rsidRDefault="00015B8F" w14:paraId="00E1ED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7936AB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7936A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Pr="007936AB" w:rsidR="00015B8F" w:rsidTr="00D11646" w14:paraId="2686440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936AB" w:rsidR="00015B8F" w:rsidP="009C54AE" w:rsidRDefault="008C76A1" w14:paraId="5C7241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015B8F" w14:paraId="263A75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015B8F" w14:paraId="2BAA0F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8C76A1" w14:paraId="36292F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015B8F" w14:paraId="651F7D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015B8F" w14:paraId="0423FC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015B8F" w14:paraId="73A556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015B8F" w14:paraId="28EDAD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015B8F" w14:paraId="41356B9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936AB" w:rsidR="00015B8F" w:rsidP="009C54AE" w:rsidRDefault="006446B5" w14:paraId="396D05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7936AB" w:rsidR="00923D7D" w:rsidP="009C54AE" w:rsidRDefault="00923D7D" w14:paraId="07ED87F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936AB" w:rsidR="00923D7D" w:rsidP="009C54AE" w:rsidRDefault="00923D7D" w14:paraId="3E86792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7936AB" w:rsidR="0085747A" w:rsidP="00F83B28" w:rsidRDefault="0085747A" w14:paraId="47E3C11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>1.</w:t>
      </w:r>
      <w:r w:rsidRPr="007936AB" w:rsidR="00E22FBC">
        <w:rPr>
          <w:rFonts w:ascii="Corbel" w:hAnsi="Corbel"/>
          <w:smallCaps w:val="0"/>
          <w:szCs w:val="24"/>
        </w:rPr>
        <w:t>2</w:t>
      </w:r>
      <w:r w:rsidRPr="007936AB" w:rsidR="00F83B28">
        <w:rPr>
          <w:rFonts w:ascii="Corbel" w:hAnsi="Corbel"/>
          <w:smallCaps w:val="0"/>
          <w:szCs w:val="24"/>
        </w:rPr>
        <w:t>.</w:t>
      </w:r>
      <w:r w:rsidRPr="007936AB" w:rsidR="00F83B28">
        <w:rPr>
          <w:rFonts w:ascii="Corbel" w:hAnsi="Corbel"/>
          <w:smallCaps w:val="0"/>
          <w:szCs w:val="24"/>
        </w:rPr>
        <w:tab/>
      </w:r>
      <w:r w:rsidRPr="007936AB">
        <w:rPr>
          <w:rFonts w:ascii="Corbel" w:hAnsi="Corbel"/>
          <w:smallCaps w:val="0"/>
          <w:szCs w:val="24"/>
        </w:rPr>
        <w:t xml:space="preserve">Sposób realizacji zajęć  </w:t>
      </w:r>
    </w:p>
    <w:p w:rsidRPr="007936AB" w:rsidR="0085747A" w:rsidP="00F83B28" w:rsidRDefault="0085747A" w14:paraId="0774427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36AB">
        <w:rPr>
          <w:rFonts w:hint="eastAsia" w:ascii="MS Gothic" w:hAnsi="MS Gothic" w:eastAsia="MS Gothic" w:cs="MS Gothic"/>
          <w:b w:val="0"/>
          <w:szCs w:val="24"/>
        </w:rPr>
        <w:t>☐</w:t>
      </w:r>
      <w:r w:rsidR="00DB792F">
        <w:rPr>
          <w:rFonts w:ascii="MS Gothic" w:hAnsi="MS Gothic" w:eastAsia="MS Gothic" w:cs="MS Gothic"/>
          <w:b w:val="0"/>
          <w:szCs w:val="24"/>
        </w:rPr>
        <w:t>X</w:t>
      </w:r>
      <w:r w:rsidRPr="007936A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7936AB" w:rsidR="0085747A" w:rsidP="00F83B28" w:rsidRDefault="0085747A" w14:paraId="12277DC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36AB">
        <w:rPr>
          <w:rFonts w:hint="eastAsia" w:ascii="MS Gothic" w:hAnsi="MS Gothic" w:eastAsia="MS Gothic" w:cs="MS Gothic"/>
          <w:b w:val="0"/>
          <w:szCs w:val="24"/>
        </w:rPr>
        <w:t>☐</w:t>
      </w:r>
      <w:r w:rsidRPr="007936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936AB" w:rsidR="0085747A" w:rsidP="009C54AE" w:rsidRDefault="0085747A" w14:paraId="10119A0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936AB" w:rsidR="00E22FBC" w:rsidP="00F83B28" w:rsidRDefault="00E22FBC" w14:paraId="0E4FE59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1.3 </w:t>
      </w:r>
      <w:r w:rsidRPr="007936AB" w:rsidR="00F83B28">
        <w:rPr>
          <w:rFonts w:ascii="Corbel" w:hAnsi="Corbel"/>
          <w:smallCaps w:val="0"/>
          <w:szCs w:val="24"/>
        </w:rPr>
        <w:tab/>
      </w:r>
      <w:r w:rsidRPr="007936AB">
        <w:rPr>
          <w:rFonts w:ascii="Corbel" w:hAnsi="Corbel"/>
          <w:smallCaps w:val="0"/>
          <w:szCs w:val="24"/>
        </w:rPr>
        <w:t>For</w:t>
      </w:r>
      <w:r w:rsidRPr="007936AB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936AB">
        <w:rPr>
          <w:rFonts w:ascii="Corbel" w:hAnsi="Corbel"/>
          <w:smallCaps w:val="0"/>
          <w:szCs w:val="24"/>
        </w:rPr>
        <w:t xml:space="preserve"> (z toku) </w:t>
      </w:r>
      <w:r w:rsidRPr="007936AB">
        <w:rPr>
          <w:rFonts w:ascii="Corbel" w:hAnsi="Corbel"/>
          <w:b w:val="0"/>
          <w:smallCaps w:val="0"/>
          <w:szCs w:val="24"/>
        </w:rPr>
        <w:t xml:space="preserve">(egzamin, </w:t>
      </w:r>
      <w:r w:rsidRPr="005B62F7">
        <w:rPr>
          <w:rFonts w:ascii="Corbel" w:hAnsi="Corbel"/>
          <w:b w:val="0"/>
          <w:smallCaps w:val="0"/>
          <w:szCs w:val="24"/>
        </w:rPr>
        <w:t>zaliczenie z oceną</w:t>
      </w:r>
      <w:r w:rsidRPr="007936AB">
        <w:rPr>
          <w:rFonts w:ascii="Corbel" w:hAnsi="Corbel"/>
          <w:b w:val="0"/>
          <w:smallCaps w:val="0"/>
          <w:szCs w:val="24"/>
        </w:rPr>
        <w:t>, zaliczenie bez oceny)</w:t>
      </w:r>
    </w:p>
    <w:p w:rsidRPr="007936AB" w:rsidR="009C54AE" w:rsidP="009C54AE" w:rsidRDefault="009C54AE" w14:paraId="2A28089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936AB" w:rsidR="00E960BB" w:rsidP="009C54AE" w:rsidRDefault="001002C9" w14:paraId="5CDEFC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002C9">
        <w:rPr>
          <w:rFonts w:ascii="Corbel" w:hAnsi="Corbel"/>
          <w:b w:val="0"/>
          <w:szCs w:val="24"/>
        </w:rPr>
        <w:t>zaliczenie z oceną</w:t>
      </w:r>
    </w:p>
    <w:p w:rsidRPr="007936AB" w:rsidR="00E960BB" w:rsidP="009C54AE" w:rsidRDefault="0085747A" w14:paraId="719BAE0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936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36AB" w:rsidR="0085747A" w:rsidTr="00745302" w14:paraId="1B1F4A93" w14:textId="77777777">
        <w:tc>
          <w:tcPr>
            <w:tcW w:w="9670" w:type="dxa"/>
          </w:tcPr>
          <w:p w:rsidRPr="007936AB" w:rsidR="0085747A" w:rsidP="009C54AE" w:rsidRDefault="006446B5" w14:paraId="7C71218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wiedza iż zdrowie jest najcenniejszym darem życia człowieka; wiedza o podziałach społecznych na ludzi zdrowych i chorych oraz o problemach niepełnosprawności.</w:t>
            </w:r>
          </w:p>
        </w:tc>
      </w:tr>
    </w:tbl>
    <w:p w:rsidRPr="007936AB" w:rsidR="00153C41" w:rsidP="009C54AE" w:rsidRDefault="00153C41" w14:paraId="1A7CB4D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936AB" w:rsidR="0085747A" w:rsidP="009C54AE" w:rsidRDefault="0071620A" w14:paraId="3D330C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936AB">
        <w:rPr>
          <w:rFonts w:ascii="Corbel" w:hAnsi="Corbel"/>
          <w:szCs w:val="24"/>
        </w:rPr>
        <w:lastRenderedPageBreak/>
        <w:t>3.</w:t>
      </w:r>
      <w:r w:rsidRPr="007936AB" w:rsidR="00A84C85">
        <w:rPr>
          <w:rFonts w:ascii="Corbel" w:hAnsi="Corbel"/>
          <w:szCs w:val="24"/>
        </w:rPr>
        <w:t>cele, efekty uczenia się</w:t>
      </w:r>
      <w:r w:rsidRPr="007936AB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7936AB" w:rsidR="0085747A" w:rsidP="009C54AE" w:rsidRDefault="0085747A" w14:paraId="6A61338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936AB" w:rsidR="0085747A" w:rsidP="009C54AE" w:rsidRDefault="0071620A" w14:paraId="2E0354E2" w14:textId="77777777">
      <w:pPr>
        <w:pStyle w:val="Podpunkty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 xml:space="preserve">3.1 </w:t>
      </w:r>
      <w:r w:rsidRPr="007936AB" w:rsidR="00C05F44">
        <w:rPr>
          <w:rFonts w:ascii="Corbel" w:hAnsi="Corbel"/>
          <w:sz w:val="24"/>
          <w:szCs w:val="24"/>
        </w:rPr>
        <w:t>Cele przedmiotu</w:t>
      </w:r>
    </w:p>
    <w:p w:rsidRPr="007936AB" w:rsidR="00F83B28" w:rsidP="009C54AE" w:rsidRDefault="00F83B28" w14:paraId="50DC1F7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936AB" w:rsidR="001002C9" w:rsidTr="005B62F7" w14:paraId="47AAA241" w14:textId="77777777">
        <w:tc>
          <w:tcPr>
            <w:tcW w:w="851" w:type="dxa"/>
            <w:vAlign w:val="center"/>
          </w:tcPr>
          <w:p w:rsidRPr="007936AB" w:rsidR="001002C9" w:rsidP="009C54AE" w:rsidRDefault="001002C9" w14:paraId="27B00F5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AC7735" w:rsidR="001002C9" w:rsidP="002D0A5E" w:rsidRDefault="000E0D0B" w14:paraId="284A5BA5" w14:textId="1C31E0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Pr="00AC7735" w:rsidR="001002C9">
              <w:rPr>
                <w:rFonts w:ascii="Corbel" w:hAnsi="Corbel"/>
                <w:b w:val="0"/>
                <w:sz w:val="24"/>
                <w:szCs w:val="24"/>
                <w:lang w:val="pl-PL"/>
              </w:rPr>
              <w:t>rzedstawienie i zapoznanie studentów z problematyką podstawowych pojęć z zakresu  socjologii medycyny</w:t>
            </w:r>
            <w:r w:rsidR="001002C9">
              <w:rPr>
                <w:rFonts w:ascii="Corbel" w:hAnsi="Corbel"/>
                <w:b w:val="0"/>
                <w:sz w:val="24"/>
                <w:szCs w:val="24"/>
                <w:lang w:val="pl-PL"/>
              </w:rPr>
              <w:t>, zdrowia i choroby oraz socjologii ciała</w:t>
            </w:r>
          </w:p>
        </w:tc>
      </w:tr>
      <w:tr w:rsidRPr="007936AB" w:rsidR="001002C9" w:rsidTr="005B62F7" w14:paraId="7F70783C" w14:textId="77777777">
        <w:tc>
          <w:tcPr>
            <w:tcW w:w="851" w:type="dxa"/>
            <w:vAlign w:val="center"/>
          </w:tcPr>
          <w:p w:rsidRPr="007936AB" w:rsidR="001002C9" w:rsidP="009C54AE" w:rsidRDefault="001002C9" w14:paraId="781F853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AC7735" w:rsidR="001002C9" w:rsidP="002D0A5E" w:rsidRDefault="000E0D0B" w14:paraId="6C471EAB" w14:textId="0C8B8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E0D0B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Przedstawienie i zapoznanie studentów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z</w:t>
            </w:r>
            <w:r w:rsidRPr="00AC7735" w:rsidR="001002C9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poję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ciami</w:t>
            </w:r>
            <w:r w:rsidRPr="00AC7735" w:rsidR="001002C9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i kategori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ami</w:t>
            </w:r>
            <w:r w:rsidRPr="00AC7735" w:rsidR="001002C9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socjologiczny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mi</w:t>
            </w:r>
            <w:r w:rsidRPr="00AC7735" w:rsidR="001002C9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w opisie i wyjaśnianiu zjawisk oraz procesów związanych z funkcjonowaniem systemu zdrowia i choroby</w:t>
            </w:r>
          </w:p>
        </w:tc>
      </w:tr>
      <w:tr w:rsidRPr="007936AB" w:rsidR="001002C9" w:rsidTr="005B62F7" w14:paraId="58F816DC" w14:textId="77777777">
        <w:tc>
          <w:tcPr>
            <w:tcW w:w="851" w:type="dxa"/>
            <w:vAlign w:val="center"/>
          </w:tcPr>
          <w:p w:rsidRPr="007936AB" w:rsidR="001002C9" w:rsidP="009C54AE" w:rsidRDefault="001002C9" w14:paraId="18C188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AC7735" w:rsidR="001002C9" w:rsidP="002D0A5E" w:rsidRDefault="001002C9" w14:paraId="5393678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val="pl-PL"/>
              </w:rPr>
            </w:pPr>
            <w:r w:rsidRPr="00AC7735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Zapoznanie z instrumentarium socjologii służącym diagnozie socjomedycznej (narzędzia pomiaru i analizy, kontekst stratyfikacyjny i kulturowy zdrowia i choroby, niesprawności oraz zaspokajania potrzeb zdrowotnych)</w:t>
            </w:r>
          </w:p>
        </w:tc>
      </w:tr>
    </w:tbl>
    <w:p w:rsidRPr="007936AB" w:rsidR="0085747A" w:rsidP="009C54AE" w:rsidRDefault="0085747A" w14:paraId="4091EE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36AB" w:rsidR="001D7B54" w:rsidP="009C54AE" w:rsidRDefault="009F4610" w14:paraId="396B490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b/>
          <w:sz w:val="24"/>
          <w:szCs w:val="24"/>
        </w:rPr>
        <w:t xml:space="preserve">3.2 </w:t>
      </w:r>
      <w:r w:rsidRPr="007936AB" w:rsidR="001D7B54">
        <w:rPr>
          <w:rFonts w:ascii="Corbel" w:hAnsi="Corbel"/>
          <w:b/>
          <w:sz w:val="24"/>
          <w:szCs w:val="24"/>
        </w:rPr>
        <w:t xml:space="preserve">Efekty </w:t>
      </w:r>
      <w:r w:rsidRPr="007936AB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936AB" w:rsidR="001D7B54">
        <w:rPr>
          <w:rFonts w:ascii="Corbel" w:hAnsi="Corbel"/>
          <w:b/>
          <w:sz w:val="24"/>
          <w:szCs w:val="24"/>
        </w:rPr>
        <w:t>dla przedmiotu</w:t>
      </w:r>
    </w:p>
    <w:p w:rsidRPr="007936AB" w:rsidR="001D7B54" w:rsidP="009C54AE" w:rsidRDefault="001D7B54" w14:paraId="63DC939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936AB" w:rsidR="0085747A" w:rsidTr="00C51576" w14:paraId="7A1680FF" w14:textId="77777777">
        <w:tc>
          <w:tcPr>
            <w:tcW w:w="1681" w:type="dxa"/>
            <w:vAlign w:val="center"/>
          </w:tcPr>
          <w:p w:rsidRPr="007936AB" w:rsidR="0085747A" w:rsidP="009C54AE" w:rsidRDefault="0085747A" w14:paraId="2016D4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smallCaps w:val="0"/>
                <w:szCs w:val="24"/>
              </w:rPr>
              <w:t>EK</w:t>
            </w:r>
            <w:r w:rsidRPr="007936AB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936AB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936AB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7936AB" w:rsidR="0085747A" w:rsidP="00C05F44" w:rsidRDefault="0085747A" w14:paraId="26EBF1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936AB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7936AB" w:rsidR="0085747A" w:rsidP="00C05F44" w:rsidRDefault="0085747A" w14:paraId="44A49C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936AB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936AB" w:rsidR="008C7AE2" w:rsidTr="00C51576" w14:paraId="096B9718" w14:textId="77777777">
        <w:tc>
          <w:tcPr>
            <w:tcW w:w="1681" w:type="dxa"/>
          </w:tcPr>
          <w:p w:rsidRPr="007936AB" w:rsidR="008C7AE2" w:rsidP="009C54AE" w:rsidRDefault="008C7AE2" w14:paraId="4C5FA4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936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5B62F7" w:rsidR="008C7AE2" w:rsidP="007C7E9E" w:rsidRDefault="000E46AE" w14:paraId="0C2A6822" w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Rozpoznaje i</w:t>
            </w:r>
            <w:r w:rsidRPr="00334549" w:rsidR="00334549">
              <w:rPr>
                <w:rFonts w:cs="Calibri"/>
                <w:color w:val="000000"/>
                <w:lang w:eastAsia="pl-PL"/>
              </w:rPr>
              <w:t>nstytucje regionalne, krajowe i międzynarodowe przeciwdziałające wykluczeniu społecznemu i działające na rzecz integracji społecznej</w:t>
            </w:r>
          </w:p>
        </w:tc>
        <w:tc>
          <w:tcPr>
            <w:tcW w:w="1865" w:type="dxa"/>
          </w:tcPr>
          <w:p w:rsidRPr="009C54AE" w:rsidR="008C7AE2" w:rsidP="002D0A5E" w:rsidRDefault="00334549" w14:paraId="51E997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7936AB" w:rsidR="008C7AE2" w:rsidTr="00C51576" w14:paraId="75A3B45E" w14:textId="77777777">
        <w:tc>
          <w:tcPr>
            <w:tcW w:w="1681" w:type="dxa"/>
          </w:tcPr>
          <w:p w:rsidRPr="007936AB" w:rsidR="008C7AE2" w:rsidP="009C54AE" w:rsidRDefault="008C7AE2" w14:paraId="7F903A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5B62F7" w:rsidR="008C7AE2" w:rsidP="005B62F7" w:rsidRDefault="000E46AE" w14:paraId="5B2AB915" w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Rozumie </w:t>
            </w:r>
            <w:r w:rsidRPr="00334549" w:rsidR="00334549">
              <w:rPr>
                <w:rFonts w:cs="Calibri"/>
                <w:color w:val="000000"/>
                <w:lang w:eastAsia="pl-PL"/>
              </w:rPr>
              <w:t xml:space="preserve">uwarunkowania przyrodnicze, psychologiczne, ekonomiczne i prawne dające podstawy zrozumienia systemu człowiek-środowisko oraz procesy gwarantujące funkcjonowanie </w:t>
            </w:r>
            <w:proofErr w:type="spellStart"/>
            <w:r w:rsidRPr="00334549" w:rsidR="00334549">
              <w:rPr>
                <w:rFonts w:cs="Calibri"/>
                <w:color w:val="000000"/>
                <w:lang w:eastAsia="pl-PL"/>
              </w:rPr>
              <w:t>psycho</w:t>
            </w:r>
            <w:proofErr w:type="spellEnd"/>
            <w:r w:rsidRPr="00334549" w:rsidR="00334549">
              <w:rPr>
                <w:rFonts w:cs="Calibri"/>
                <w:color w:val="000000"/>
                <w:lang w:eastAsia="pl-PL"/>
              </w:rPr>
              <w:t>-społeczne człowieka</w:t>
            </w:r>
          </w:p>
        </w:tc>
        <w:tc>
          <w:tcPr>
            <w:tcW w:w="1865" w:type="dxa"/>
          </w:tcPr>
          <w:p w:rsidRPr="009C54AE" w:rsidR="008C7AE2" w:rsidP="002D0A5E" w:rsidRDefault="00334549" w14:paraId="110B32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7936AB" w:rsidR="005B62F7" w:rsidTr="00C51576" w14:paraId="2583CC3D" w14:textId="77777777">
        <w:tc>
          <w:tcPr>
            <w:tcW w:w="1681" w:type="dxa"/>
          </w:tcPr>
          <w:p w:rsidRPr="007936AB" w:rsidR="005B62F7" w:rsidP="009C54AE" w:rsidRDefault="005B62F7" w14:paraId="244B69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B62F7" w:rsidP="005B62F7" w:rsidRDefault="000E46AE" w14:paraId="7C237D26" w14:textId="7777777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Rozpoznaje </w:t>
            </w:r>
            <w:r w:rsidRPr="00334549" w:rsidR="00334549">
              <w:rPr>
                <w:rFonts w:cs="Calibri"/>
                <w:color w:val="000000"/>
              </w:rPr>
              <w:t>procesy przemian w obrębie systemów, instytucji i struktur społecznych oraz ich uwarunkowania i skutki;</w:t>
            </w:r>
            <w:r>
              <w:rPr>
                <w:rFonts w:cs="Calibri"/>
                <w:color w:val="000000"/>
              </w:rPr>
              <w:t xml:space="preserve"> zna</w:t>
            </w:r>
            <w:r w:rsidRPr="00334549" w:rsidR="00334549">
              <w:rPr>
                <w:rFonts w:cs="Calibri"/>
                <w:color w:val="000000"/>
              </w:rPr>
              <w:t xml:space="preserve"> strukturę i zakres działania poszczególnych instytucji </w:t>
            </w:r>
            <w:r w:rsidR="006F6007">
              <w:rPr>
                <w:rFonts w:cs="Calibri"/>
                <w:color w:val="000000"/>
              </w:rPr>
              <w:t>medycznych</w:t>
            </w:r>
            <w:r w:rsidRPr="00334549" w:rsidR="00334549">
              <w:rPr>
                <w:rFonts w:cs="Calibri"/>
                <w:color w:val="000000"/>
              </w:rPr>
              <w:t xml:space="preserve"> w wymiarze lokalnym</w:t>
            </w:r>
          </w:p>
        </w:tc>
        <w:tc>
          <w:tcPr>
            <w:tcW w:w="1865" w:type="dxa"/>
          </w:tcPr>
          <w:p w:rsidR="005B62F7" w:rsidP="002D0A5E" w:rsidRDefault="00334549" w14:paraId="78851B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7936AB" w:rsidR="005B62F7" w:rsidTr="00C51576" w14:paraId="1CAC1838" w14:textId="77777777">
        <w:tc>
          <w:tcPr>
            <w:tcW w:w="1681" w:type="dxa"/>
          </w:tcPr>
          <w:p w:rsidRPr="007936AB" w:rsidR="005B62F7" w:rsidP="009C54AE" w:rsidRDefault="005B62F7" w14:paraId="4C3EF4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B62F7" w:rsidP="005B62F7" w:rsidRDefault="000E46AE" w14:paraId="26380456" w14:textId="7777777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Potrafi </w:t>
            </w:r>
            <w:r w:rsidRPr="00334549" w:rsidR="00334549">
              <w:rPr>
                <w:rFonts w:cs="Calibri"/>
                <w:color w:val="000000"/>
              </w:rPr>
              <w:t xml:space="preserve">prawidłowo interpretować zjawiska społeczne (kulturowe, polityczne, prawne, ekonomiczne) i identyfikować ich związek z problematyką pracy socjalnej; </w:t>
            </w:r>
            <w:r>
              <w:rPr>
                <w:rFonts w:cs="Calibri"/>
                <w:color w:val="000000"/>
              </w:rPr>
              <w:t>umie</w:t>
            </w:r>
            <w:r w:rsidRPr="00334549" w:rsidR="00334549">
              <w:rPr>
                <w:rFonts w:cs="Calibri"/>
                <w:color w:val="000000"/>
              </w:rPr>
              <w:t xml:space="preserve"> prawidłowo rozróżniać zjawiska społeczn</w:t>
            </w:r>
            <w:r>
              <w:rPr>
                <w:rFonts w:cs="Calibri"/>
                <w:color w:val="000000"/>
              </w:rPr>
              <w:t>e</w:t>
            </w:r>
            <w:r w:rsidRPr="00334549" w:rsidR="00334549">
              <w:rPr>
                <w:rFonts w:cs="Calibri"/>
                <w:color w:val="000000"/>
              </w:rPr>
              <w:t xml:space="preserve"> ważne dla procesów kształtujących problemy </w:t>
            </w:r>
            <w:r w:rsidR="006F6007">
              <w:rPr>
                <w:rFonts w:cs="Calibri"/>
                <w:color w:val="000000"/>
              </w:rPr>
              <w:t>zdrowia i choroby</w:t>
            </w:r>
          </w:p>
        </w:tc>
        <w:tc>
          <w:tcPr>
            <w:tcW w:w="1865" w:type="dxa"/>
          </w:tcPr>
          <w:p w:rsidR="005B62F7" w:rsidP="002D0A5E" w:rsidRDefault="00334549" w14:paraId="4E0B25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7936AB" w:rsidR="005B62F7" w:rsidTr="00C51576" w14:paraId="798591DA" w14:textId="77777777">
        <w:tc>
          <w:tcPr>
            <w:tcW w:w="1681" w:type="dxa"/>
          </w:tcPr>
          <w:p w:rsidRPr="007936AB" w:rsidR="005B62F7" w:rsidP="009C54AE" w:rsidRDefault="005B62F7" w14:paraId="1129E4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E46AE" w:rsidP="005B62F7" w:rsidRDefault="000E46AE" w14:paraId="0F2459CA" w14:textId="7777777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Potrafi </w:t>
            </w:r>
            <w:r w:rsidRPr="00334549" w:rsidR="00334549">
              <w:rPr>
                <w:rFonts w:cs="Calibri"/>
                <w:color w:val="000000"/>
              </w:rPr>
              <w:t xml:space="preserve">wykorzystywać wiedzę teoretyczną o procesach </w:t>
            </w:r>
            <w:r>
              <w:rPr>
                <w:rFonts w:cs="Calibri"/>
                <w:color w:val="000000"/>
              </w:rPr>
              <w:t xml:space="preserve">zdrowotnych </w:t>
            </w:r>
            <w:r w:rsidRPr="00334549" w:rsidR="00334549">
              <w:rPr>
                <w:rFonts w:cs="Calibri"/>
                <w:color w:val="000000"/>
              </w:rPr>
              <w:t>zachodzących w społeczeństwie do szczegółowego opisu kwestii związanych z pracą socjalną</w:t>
            </w:r>
          </w:p>
        </w:tc>
        <w:tc>
          <w:tcPr>
            <w:tcW w:w="1865" w:type="dxa"/>
          </w:tcPr>
          <w:p w:rsidR="005B62F7" w:rsidP="002D0A5E" w:rsidRDefault="00334549" w14:paraId="00954505" w14:textId="03966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5157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7936AB" w:rsidR="005B62F7" w:rsidTr="00C51576" w14:paraId="39C9DFC5" w14:textId="77777777">
        <w:tc>
          <w:tcPr>
            <w:tcW w:w="1681" w:type="dxa"/>
          </w:tcPr>
          <w:p w:rsidRPr="007936AB" w:rsidR="005B62F7" w:rsidP="009C54AE" w:rsidRDefault="005B62F7" w14:paraId="14394B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5B62F7" w:rsidP="005B62F7" w:rsidRDefault="000E46AE" w14:paraId="7512B495" w14:textId="7777777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Umie </w:t>
            </w:r>
            <w:r w:rsidRPr="00334549" w:rsidR="00334549">
              <w:rPr>
                <w:rFonts w:cs="Calibri"/>
                <w:color w:val="000000"/>
              </w:rPr>
              <w:t>analizować i uzasadniać ludzkie zachowania, ich motywy i konsekwencje (społeczne, kulturowe, prawne i ekonomiczne)</w:t>
            </w:r>
          </w:p>
        </w:tc>
        <w:tc>
          <w:tcPr>
            <w:tcW w:w="1865" w:type="dxa"/>
          </w:tcPr>
          <w:p w:rsidR="005B62F7" w:rsidP="002D0A5E" w:rsidRDefault="00334549" w14:paraId="69A6A9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Pr="007936AB" w:rsidR="005B62F7" w:rsidTr="00C51576" w14:paraId="54F410F0" w14:textId="77777777">
        <w:tc>
          <w:tcPr>
            <w:tcW w:w="1681" w:type="dxa"/>
          </w:tcPr>
          <w:p w:rsidRPr="007936AB" w:rsidR="005B62F7" w:rsidP="009C54AE" w:rsidRDefault="005B62F7" w14:paraId="109A5F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5B62F7" w:rsidP="005B62F7" w:rsidRDefault="000E46AE" w14:paraId="0D5F25B9" w14:textId="7777777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Potrafi </w:t>
            </w:r>
            <w:r w:rsidRPr="00334549" w:rsidR="00334549">
              <w:rPr>
                <w:rFonts w:cs="Calibri"/>
                <w:color w:val="000000"/>
              </w:rPr>
              <w:t>organizowa</w:t>
            </w:r>
            <w:r w:rsidR="006F6007">
              <w:rPr>
                <w:rFonts w:cs="Calibri"/>
                <w:color w:val="000000"/>
              </w:rPr>
              <w:t>ć</w:t>
            </w:r>
            <w:r w:rsidRPr="00334549" w:rsidR="00334549">
              <w:rPr>
                <w:rFonts w:cs="Calibri"/>
                <w:color w:val="000000"/>
              </w:rPr>
              <w:t xml:space="preserve"> kontakt</w:t>
            </w:r>
            <w:r w:rsidR="006F6007">
              <w:rPr>
                <w:rFonts w:cs="Calibri"/>
                <w:color w:val="000000"/>
              </w:rPr>
              <w:t>y</w:t>
            </w:r>
            <w:r w:rsidRPr="00334549" w:rsidR="00334549">
              <w:rPr>
                <w:rFonts w:cs="Calibri"/>
                <w:color w:val="000000"/>
              </w:rPr>
              <w:t xml:space="preserve"> z otoczeniem społecznym (interesariuszami zewnętrznymi) oraz współpracy  na rzecz rozwiązywania problemów </w:t>
            </w:r>
            <w:r w:rsidR="006F6007">
              <w:rPr>
                <w:rFonts w:cs="Calibri"/>
                <w:color w:val="000000"/>
              </w:rPr>
              <w:t>zdrowia i choroby</w:t>
            </w:r>
          </w:p>
        </w:tc>
        <w:tc>
          <w:tcPr>
            <w:tcW w:w="1865" w:type="dxa"/>
          </w:tcPr>
          <w:p w:rsidR="005B62F7" w:rsidP="002D0A5E" w:rsidRDefault="00334549" w14:paraId="1636F2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7936AB" w:rsidR="005B62F7" w:rsidTr="00C51576" w14:paraId="09F30D7A" w14:textId="77777777">
        <w:tc>
          <w:tcPr>
            <w:tcW w:w="1681" w:type="dxa"/>
          </w:tcPr>
          <w:p w:rsidRPr="007936AB" w:rsidR="005B62F7" w:rsidP="009C54AE" w:rsidRDefault="005B62F7" w14:paraId="323ABA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5B62F7" w:rsidP="005B62F7" w:rsidRDefault="006F6007" w14:paraId="120ECF60" w14:textId="7777777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Umie </w:t>
            </w:r>
            <w:r w:rsidRPr="00334549" w:rsidR="00334549">
              <w:rPr>
                <w:rFonts w:cs="Calibri"/>
                <w:color w:val="000000"/>
              </w:rPr>
              <w:t>rozstrzyga</w:t>
            </w:r>
            <w:r>
              <w:rPr>
                <w:rFonts w:cs="Calibri"/>
                <w:color w:val="000000"/>
              </w:rPr>
              <w:t>ć</w:t>
            </w:r>
            <w:r w:rsidRPr="00334549" w:rsidR="00334549">
              <w:rPr>
                <w:rFonts w:cs="Calibri"/>
                <w:color w:val="000000"/>
              </w:rPr>
              <w:t xml:space="preserve"> kwesti</w:t>
            </w:r>
            <w:r>
              <w:rPr>
                <w:rFonts w:cs="Calibri"/>
                <w:color w:val="000000"/>
              </w:rPr>
              <w:t>e</w:t>
            </w:r>
            <w:r w:rsidRPr="00334549" w:rsidR="00334549">
              <w:rPr>
                <w:rFonts w:cs="Calibri"/>
                <w:color w:val="000000"/>
              </w:rPr>
              <w:t xml:space="preserve"> etyczn</w:t>
            </w:r>
            <w:r>
              <w:rPr>
                <w:rFonts w:cs="Calibri"/>
                <w:color w:val="000000"/>
              </w:rPr>
              <w:t>e</w:t>
            </w:r>
            <w:r w:rsidRPr="00334549" w:rsidR="00334549">
              <w:rPr>
                <w:rFonts w:cs="Calibri"/>
                <w:color w:val="000000"/>
              </w:rPr>
              <w:t xml:space="preserve"> w oparciu o aksjologiczne aspekty zawodu pracownika socjalnego</w:t>
            </w:r>
            <w:r>
              <w:rPr>
                <w:rFonts w:cs="Calibri"/>
                <w:color w:val="000000"/>
              </w:rPr>
              <w:t>, potrafi interpretować relacje lekarz-pacjent</w:t>
            </w:r>
          </w:p>
        </w:tc>
        <w:tc>
          <w:tcPr>
            <w:tcW w:w="1865" w:type="dxa"/>
          </w:tcPr>
          <w:p w:rsidR="005B62F7" w:rsidP="002D0A5E" w:rsidRDefault="00334549" w14:paraId="5D365F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7936AB" w:rsidR="005B62F7" w:rsidTr="00C51576" w14:paraId="18B288EA" w14:textId="77777777">
        <w:tc>
          <w:tcPr>
            <w:tcW w:w="1681" w:type="dxa"/>
          </w:tcPr>
          <w:p w:rsidR="005B62F7" w:rsidP="009C54AE" w:rsidRDefault="005B62F7" w14:paraId="4C58C8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Pr="005B62F7" w:rsidR="005B62F7" w:rsidP="005B62F7" w:rsidRDefault="006F6007" w14:paraId="0510C5C6" w14:textId="7777777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Potrafi </w:t>
            </w:r>
            <w:r w:rsidRPr="00334549" w:rsidR="00334549">
              <w:rPr>
                <w:rFonts w:cs="Calibri"/>
                <w:color w:val="000000"/>
              </w:rPr>
              <w:t>posługiwa</w:t>
            </w:r>
            <w:r>
              <w:rPr>
                <w:rFonts w:cs="Calibri"/>
                <w:color w:val="000000"/>
              </w:rPr>
              <w:t>ć</w:t>
            </w:r>
            <w:r w:rsidRPr="00334549" w:rsidR="00334549">
              <w:rPr>
                <w:rFonts w:cs="Calibri"/>
                <w:color w:val="000000"/>
              </w:rPr>
              <w:t xml:space="preserve"> się podstawowymi podejściami teoretycznymi w analizowaniu różnych aspektów ludzkich </w:t>
            </w:r>
            <w:r w:rsidRPr="00334549" w:rsidR="00334549">
              <w:rPr>
                <w:rFonts w:cs="Calibri"/>
                <w:color w:val="000000"/>
              </w:rPr>
              <w:lastRenderedPageBreak/>
              <w:t xml:space="preserve">zachowań </w:t>
            </w:r>
            <w:r>
              <w:rPr>
                <w:rFonts w:cs="Calibri"/>
                <w:color w:val="000000"/>
              </w:rPr>
              <w:t xml:space="preserve">zdrowotnych </w:t>
            </w:r>
            <w:r w:rsidRPr="00334549" w:rsidR="00334549">
              <w:rPr>
                <w:rFonts w:cs="Calibri"/>
                <w:color w:val="000000"/>
              </w:rPr>
              <w:t>w celu diagnozowania, prognozowania oraz formułowania programów działań socjalnych</w:t>
            </w:r>
          </w:p>
        </w:tc>
        <w:tc>
          <w:tcPr>
            <w:tcW w:w="1865" w:type="dxa"/>
          </w:tcPr>
          <w:p w:rsidR="005B62F7" w:rsidP="002D0A5E" w:rsidRDefault="00334549" w14:paraId="6F7FE6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K_K05</w:t>
            </w:r>
          </w:p>
        </w:tc>
      </w:tr>
      <w:tr w:rsidRPr="007936AB" w:rsidR="005B62F7" w:rsidTr="00C51576" w14:paraId="2F68ED1F" w14:textId="77777777">
        <w:tc>
          <w:tcPr>
            <w:tcW w:w="1681" w:type="dxa"/>
          </w:tcPr>
          <w:p w:rsidR="005B62F7" w:rsidP="009C54AE" w:rsidRDefault="005B62F7" w14:paraId="143B3F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Pr="005B62F7" w:rsidR="005B62F7" w:rsidP="005B62F7" w:rsidRDefault="006F6007" w14:paraId="3FFAC221" w14:textId="7777777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Posiada umiejętność </w:t>
            </w:r>
            <w:r w:rsidRPr="00334549" w:rsidR="00334549">
              <w:rPr>
                <w:rFonts w:cs="Calibri"/>
                <w:color w:val="000000"/>
              </w:rPr>
              <w:t>myślenia w sposób przedsiębiorczy oraz uczestnictwa w grupach, organizacjach, instytucjach podejmujących działania socjalne i realizujących projekt</w:t>
            </w:r>
            <w:r>
              <w:rPr>
                <w:rFonts w:cs="Calibri"/>
                <w:color w:val="000000"/>
              </w:rPr>
              <w:t>y prozdrowotne</w:t>
            </w:r>
          </w:p>
        </w:tc>
        <w:tc>
          <w:tcPr>
            <w:tcW w:w="1865" w:type="dxa"/>
          </w:tcPr>
          <w:p w:rsidR="005B62F7" w:rsidP="002D0A5E" w:rsidRDefault="00334549" w14:paraId="11F642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7936AB" w:rsidR="0085747A" w:rsidP="009C54AE" w:rsidRDefault="0085747A" w14:paraId="0B58937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936AB" w:rsidR="0085747A" w:rsidP="009C54AE" w:rsidRDefault="00675843" w14:paraId="601DF50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36AB">
        <w:rPr>
          <w:rFonts w:ascii="Corbel" w:hAnsi="Corbel"/>
          <w:b/>
          <w:sz w:val="24"/>
          <w:szCs w:val="24"/>
        </w:rPr>
        <w:t>3.3</w:t>
      </w:r>
      <w:r w:rsidRPr="007936AB" w:rsidR="0085747A">
        <w:rPr>
          <w:rFonts w:ascii="Corbel" w:hAnsi="Corbel"/>
          <w:b/>
          <w:sz w:val="24"/>
          <w:szCs w:val="24"/>
        </w:rPr>
        <w:t>T</w:t>
      </w:r>
      <w:r w:rsidRPr="007936AB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7936AB" w:rsidR="0085747A" w:rsidP="009C54AE" w:rsidRDefault="0085747A" w14:paraId="784DDB3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 xml:space="preserve">Problematyka wykładu </w:t>
      </w:r>
    </w:p>
    <w:p w:rsidRPr="007936AB" w:rsidR="00675843" w:rsidP="009C54AE" w:rsidRDefault="00675843" w14:paraId="5DE0C13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36AB" w:rsidR="0085747A" w:rsidTr="00036C8C" w14:paraId="43F28FAB" w14:textId="77777777">
        <w:tc>
          <w:tcPr>
            <w:tcW w:w="9520" w:type="dxa"/>
          </w:tcPr>
          <w:p w:rsidRPr="007936AB" w:rsidR="0085747A" w:rsidP="009C54AE" w:rsidRDefault="0085747A" w14:paraId="1261908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936AB" w:rsidR="00036C8C" w:rsidTr="00036C8C" w14:paraId="4504E53D" w14:textId="77777777">
        <w:tc>
          <w:tcPr>
            <w:tcW w:w="9520" w:type="dxa"/>
          </w:tcPr>
          <w:p w:rsidRPr="007936AB" w:rsidR="00036C8C" w:rsidP="009C54AE" w:rsidRDefault="00036C8C" w14:paraId="179EE00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7936AB" w:rsidR="0085747A" w:rsidP="009C54AE" w:rsidRDefault="0085747A" w14:paraId="2575A09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936AB" w:rsidR="0085747A" w:rsidP="009C54AE" w:rsidRDefault="0085747A" w14:paraId="2C9F551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936AB" w:rsidR="009F4610">
        <w:rPr>
          <w:rFonts w:ascii="Corbel" w:hAnsi="Corbel"/>
          <w:sz w:val="24"/>
          <w:szCs w:val="24"/>
        </w:rPr>
        <w:t xml:space="preserve">, </w:t>
      </w:r>
      <w:r w:rsidRPr="007936AB">
        <w:rPr>
          <w:rFonts w:ascii="Corbel" w:hAnsi="Corbel"/>
          <w:sz w:val="24"/>
          <w:szCs w:val="24"/>
        </w:rPr>
        <w:t xml:space="preserve">zajęć praktycznych </w:t>
      </w:r>
    </w:p>
    <w:p w:rsidRPr="007936AB" w:rsidR="0085747A" w:rsidP="009C54AE" w:rsidRDefault="0085747A" w14:paraId="77912E9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36AB" w:rsidR="0085747A" w:rsidTr="00036C8C" w14:paraId="0482C9A3" w14:textId="77777777">
        <w:tc>
          <w:tcPr>
            <w:tcW w:w="9520" w:type="dxa"/>
          </w:tcPr>
          <w:p w:rsidRPr="007936AB" w:rsidR="0085747A" w:rsidP="009C54AE" w:rsidRDefault="0085747A" w14:paraId="17B48C9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36C8C" w:rsidTr="00036C8C" w14:paraId="38E7BC24" w14:textId="77777777">
        <w:tc>
          <w:tcPr>
            <w:tcW w:w="9520" w:type="dxa"/>
          </w:tcPr>
          <w:p w:rsidRPr="009C54AE" w:rsidR="00036C8C" w:rsidP="00FE19E9" w:rsidRDefault="00036C8C" w14:paraId="43F8BF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Przedmiot, pojęcia i kierunki socjologii medycyny</w:t>
            </w:r>
          </w:p>
        </w:tc>
      </w:tr>
      <w:tr w:rsidR="00036C8C" w:rsidTr="00036C8C" w14:paraId="2EB1C04F" w14:textId="77777777">
        <w:tc>
          <w:tcPr>
            <w:tcW w:w="9520" w:type="dxa"/>
          </w:tcPr>
          <w:p w:rsidR="00036C8C" w:rsidP="00FE19E9" w:rsidRDefault="00036C8C" w14:paraId="2D2991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teorie socjologiczne i ich zastosowanie w interpretacji zjawisk medycznych</w:t>
            </w:r>
          </w:p>
        </w:tc>
      </w:tr>
      <w:tr w:rsidR="00036C8C" w:rsidTr="00036C8C" w14:paraId="41F38B05" w14:textId="77777777">
        <w:tc>
          <w:tcPr>
            <w:tcW w:w="9520" w:type="dxa"/>
          </w:tcPr>
          <w:p w:rsidR="00036C8C" w:rsidP="00FE19E9" w:rsidRDefault="00036C8C" w14:paraId="742B73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badania w socjologii medycyny, zdrowia i choroby</w:t>
            </w:r>
          </w:p>
        </w:tc>
      </w:tr>
      <w:tr w:rsidR="00036C8C" w:rsidTr="00036C8C" w14:paraId="3EBAB5AB" w14:textId="77777777">
        <w:tc>
          <w:tcPr>
            <w:tcW w:w="9520" w:type="dxa"/>
          </w:tcPr>
          <w:p w:rsidR="00036C8C" w:rsidP="00FE19E9" w:rsidRDefault="00036C8C" w14:paraId="372919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338B">
              <w:rPr>
                <w:rFonts w:ascii="Corbel" w:hAnsi="Corbel"/>
                <w:sz w:val="24"/>
                <w:szCs w:val="24"/>
              </w:rPr>
              <w:t>Społeczno-kulturowe uwarunkowania zachowań  związanych ze zdrowiem i chorobą</w:t>
            </w:r>
          </w:p>
        </w:tc>
      </w:tr>
      <w:tr w:rsidRPr="00A0338B" w:rsidR="00036C8C" w:rsidTr="00036C8C" w14:paraId="52187881" w14:textId="77777777">
        <w:tc>
          <w:tcPr>
            <w:tcW w:w="9520" w:type="dxa"/>
          </w:tcPr>
          <w:p w:rsidRPr="00A0338B" w:rsidR="00036C8C" w:rsidP="00FE19E9" w:rsidRDefault="00036C8C" w14:paraId="1BD83FE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Medykalizacja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farmakologizacja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życia</w:t>
            </w:r>
          </w:p>
        </w:tc>
      </w:tr>
      <w:tr w:rsidR="00036C8C" w:rsidTr="00036C8C" w14:paraId="49E53FCA" w14:textId="77777777">
        <w:tc>
          <w:tcPr>
            <w:tcW w:w="9520" w:type="dxa"/>
          </w:tcPr>
          <w:p w:rsidR="00036C8C" w:rsidP="00FE19E9" w:rsidRDefault="00036C8C" w14:paraId="0FD3C2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w relacji lekarz-pacjent</w:t>
            </w:r>
          </w:p>
        </w:tc>
      </w:tr>
      <w:tr w:rsidR="00036C8C" w:rsidTr="00036C8C" w14:paraId="23687293" w14:textId="77777777">
        <w:tc>
          <w:tcPr>
            <w:tcW w:w="9520" w:type="dxa"/>
          </w:tcPr>
          <w:p w:rsidR="00036C8C" w:rsidP="00FE19E9" w:rsidRDefault="00036C8C" w14:paraId="7ACCF1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podstawy zdrowia</w:t>
            </w:r>
          </w:p>
        </w:tc>
      </w:tr>
      <w:tr w:rsidR="00036C8C" w:rsidTr="00036C8C" w14:paraId="17E98283" w14:textId="77777777">
        <w:tc>
          <w:tcPr>
            <w:tcW w:w="9520" w:type="dxa"/>
          </w:tcPr>
          <w:p w:rsidR="00036C8C" w:rsidP="00FE19E9" w:rsidRDefault="00036C8C" w14:paraId="790034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chorego 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Parsonsa</w:t>
            </w:r>
            <w:proofErr w:type="spellEnd"/>
          </w:p>
        </w:tc>
      </w:tr>
      <w:tr w:rsidRPr="00A0338B" w:rsidR="00036C8C" w:rsidTr="00036C8C" w14:paraId="6F77A5E9" w14:textId="77777777">
        <w:tc>
          <w:tcPr>
            <w:tcW w:w="9520" w:type="dxa"/>
          </w:tcPr>
          <w:p w:rsidRPr="00A0338B" w:rsidR="00036C8C" w:rsidP="00FE19E9" w:rsidRDefault="00036C8C" w14:paraId="7440A7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625">
              <w:rPr>
                <w:rFonts w:ascii="Corbel" w:hAnsi="Corbel"/>
                <w:sz w:val="24"/>
                <w:szCs w:val="24"/>
              </w:rPr>
              <w:t>Niepełnosprawność jako problem społeczny</w:t>
            </w:r>
          </w:p>
        </w:tc>
      </w:tr>
      <w:tr w:rsidRPr="002B6625" w:rsidR="00036C8C" w:rsidTr="00036C8C" w14:paraId="09361212" w14:textId="77777777">
        <w:tc>
          <w:tcPr>
            <w:tcW w:w="9520" w:type="dxa"/>
          </w:tcPr>
          <w:p w:rsidRPr="002B6625" w:rsidR="00036C8C" w:rsidP="00FE19E9" w:rsidRDefault="00036C8C" w14:paraId="5C24C2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625">
              <w:rPr>
                <w:rFonts w:ascii="Corbel" w:hAnsi="Corbel"/>
                <w:sz w:val="24"/>
                <w:szCs w:val="24"/>
              </w:rPr>
              <w:t> Socjologiczne aspekty starości i umierania</w:t>
            </w:r>
          </w:p>
        </w:tc>
      </w:tr>
      <w:tr w:rsidRPr="007936AB" w:rsidR="00036C8C" w:rsidTr="00036C8C" w14:paraId="4E3CB2FA" w14:textId="77777777">
        <w:tc>
          <w:tcPr>
            <w:tcW w:w="9520" w:type="dxa"/>
          </w:tcPr>
          <w:p w:rsidRPr="007936AB" w:rsidR="00036C8C" w:rsidP="00FE19E9" w:rsidRDefault="00036C8C" w14:paraId="7A5FF4B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Ciało w przestrzeni społecznej – ciało jako kapitał, jako towar, jako miejsce kontroli społecznej</w:t>
            </w:r>
          </w:p>
        </w:tc>
      </w:tr>
      <w:tr w:rsidR="00036C8C" w:rsidTr="00036C8C" w14:paraId="00A6A854" w14:textId="77777777">
        <w:tc>
          <w:tcPr>
            <w:tcW w:w="9520" w:type="dxa"/>
          </w:tcPr>
          <w:p w:rsidR="00036C8C" w:rsidP="00FE19E9" w:rsidRDefault="00036C8C" w14:paraId="09AB03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Ciało jako źródło przyjemności i miejsce cierpienia</w:t>
            </w:r>
          </w:p>
        </w:tc>
      </w:tr>
    </w:tbl>
    <w:p w:rsidRPr="007936AB" w:rsidR="0085747A" w:rsidP="009C54AE" w:rsidRDefault="0085747A" w14:paraId="1450680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936AB" w:rsidR="0085747A" w:rsidP="009C54AE" w:rsidRDefault="009F4610" w14:paraId="6BB4786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>3.4 Metody dydaktyczne</w:t>
      </w:r>
    </w:p>
    <w:p w:rsidRPr="007936AB" w:rsidR="0085747A" w:rsidP="009C54AE" w:rsidRDefault="0085747A" w14:paraId="057B5A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46FA" w:rsidP="009C54AE" w:rsidRDefault="004846FA" w14:paraId="684FFB32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:rsidRPr="004846FA" w:rsidR="0085747A" w:rsidP="009C54AE" w:rsidRDefault="004846FA" w14:paraId="5F6495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846FA">
        <w:rPr>
          <w:rFonts w:ascii="Corbel" w:hAnsi="Corbel"/>
          <w:b w:val="0"/>
          <w:smallCaps w:val="0"/>
          <w:szCs w:val="24"/>
        </w:rPr>
        <w:t>Wykład z prezentacją multimedialną; analiza tekstów z dyskusją; praca w grupach (rozwiązywanie zadań, dyskusja)</w:t>
      </w:r>
    </w:p>
    <w:p w:rsidRPr="004846FA" w:rsidR="00E960BB" w:rsidP="009C54AE" w:rsidRDefault="00E960BB" w14:paraId="30D8094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846FA" w:rsidR="00E960BB" w:rsidP="009C54AE" w:rsidRDefault="00E960BB" w14:paraId="6AE999E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936AB" w:rsidR="0085747A" w:rsidP="009C54AE" w:rsidRDefault="00C61DC5" w14:paraId="1EC1FEF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4. </w:t>
      </w:r>
      <w:r w:rsidRPr="007936AB" w:rsidR="0085747A">
        <w:rPr>
          <w:rFonts w:ascii="Corbel" w:hAnsi="Corbel"/>
          <w:smallCaps w:val="0"/>
          <w:szCs w:val="24"/>
        </w:rPr>
        <w:t>METODY I KRYTERIA OCENY</w:t>
      </w:r>
    </w:p>
    <w:p w:rsidRPr="007936AB" w:rsidR="00923D7D" w:rsidP="009C54AE" w:rsidRDefault="00923D7D" w14:paraId="135F580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936AB" w:rsidR="0085747A" w:rsidP="009C54AE" w:rsidRDefault="0085747A" w14:paraId="4BC08F2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4.1 Sposoby weryfikacji efektów </w:t>
      </w:r>
      <w:r w:rsidRPr="007936AB" w:rsidR="00C05F44">
        <w:rPr>
          <w:rFonts w:ascii="Corbel" w:hAnsi="Corbel"/>
          <w:smallCaps w:val="0"/>
          <w:szCs w:val="24"/>
        </w:rPr>
        <w:t>uczenia się</w:t>
      </w:r>
    </w:p>
    <w:p w:rsidRPr="007936AB" w:rsidR="0085747A" w:rsidP="009C54AE" w:rsidRDefault="0085747A" w14:paraId="3541CF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7936AB" w:rsidR="0085747A" w:rsidTr="00D11646" w14:paraId="0CA9ADBA" w14:textId="77777777">
        <w:tc>
          <w:tcPr>
            <w:tcW w:w="1961" w:type="dxa"/>
            <w:vAlign w:val="center"/>
          </w:tcPr>
          <w:p w:rsidRPr="007936AB" w:rsidR="0085747A" w:rsidP="009C54AE" w:rsidRDefault="0071620A" w14:paraId="38D44B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7936AB" w:rsidR="0085747A" w:rsidP="009C54AE" w:rsidRDefault="00F974DA" w14:paraId="435CFD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7936AB" w:rsidR="0085747A" w:rsidP="009C54AE" w:rsidRDefault="009F4610" w14:paraId="616A0D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7936AB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7936AB" w:rsidR="00923D7D" w:rsidP="009C54AE" w:rsidRDefault="0085747A" w14:paraId="3C9B8D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936AB" w:rsidR="0085747A" w:rsidP="009C54AE" w:rsidRDefault="0085747A" w14:paraId="3694FC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36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36A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936AB" w:rsidR="007C7E9E" w:rsidTr="00D11646" w14:paraId="72451D29" w14:textId="77777777">
        <w:tc>
          <w:tcPr>
            <w:tcW w:w="1961" w:type="dxa"/>
          </w:tcPr>
          <w:p w:rsidRPr="007936AB" w:rsidR="007C7E9E" w:rsidP="009C54AE" w:rsidRDefault="007C7E9E" w14:paraId="647A7F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36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36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9C54AE" w:rsidR="007C7E9E" w:rsidP="000E2FD9" w:rsidRDefault="00C51576" w14:paraId="4A83D805" w14:textId="0F5942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51576" w:rsidR="006F60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gzamin/kolokwium</w:t>
            </w:r>
          </w:p>
        </w:tc>
        <w:tc>
          <w:tcPr>
            <w:tcW w:w="2121" w:type="dxa"/>
          </w:tcPr>
          <w:p w:rsidRPr="009C54AE" w:rsidR="007C7E9E" w:rsidP="000E2FD9" w:rsidRDefault="00D11646" w14:paraId="3F0307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4AFA38F3" w14:textId="77777777">
        <w:tc>
          <w:tcPr>
            <w:tcW w:w="1961" w:type="dxa"/>
          </w:tcPr>
          <w:p w:rsidRPr="007936AB" w:rsidR="00D11646" w:rsidP="00D11646" w:rsidRDefault="00D11646" w14:paraId="607C9A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36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D11646" w:rsidP="00D11646" w:rsidRDefault="006F6007" w14:paraId="274188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Pr="009C54AE" w:rsidR="00D11646" w:rsidP="00D11646" w:rsidRDefault="00D11646" w14:paraId="18247D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3A953FB5" w14:textId="77777777">
        <w:tc>
          <w:tcPr>
            <w:tcW w:w="1961" w:type="dxa"/>
          </w:tcPr>
          <w:p w:rsidRPr="007936AB" w:rsidR="00D11646" w:rsidP="00D11646" w:rsidRDefault="00D11646" w14:paraId="7C678D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38" w:type="dxa"/>
          </w:tcPr>
          <w:p w:rsidR="00D11646" w:rsidP="00D11646" w:rsidRDefault="006F6007" w14:paraId="2BA0F6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P="00D11646" w:rsidRDefault="00D11646" w14:paraId="5915F6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53D41513" w14:textId="77777777">
        <w:trPr>
          <w:trHeight w:val="302"/>
        </w:trPr>
        <w:tc>
          <w:tcPr>
            <w:tcW w:w="1961" w:type="dxa"/>
          </w:tcPr>
          <w:p w:rsidRPr="007936AB" w:rsidR="00D11646" w:rsidP="00D11646" w:rsidRDefault="00D11646" w14:paraId="0AB9D4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D11646" w:rsidP="00D11646" w:rsidRDefault="006F6007" w14:paraId="161FD2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P="00D11646" w:rsidRDefault="00D11646" w14:paraId="5DDF1F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25C49407" w14:textId="77777777">
        <w:trPr>
          <w:trHeight w:val="302"/>
        </w:trPr>
        <w:tc>
          <w:tcPr>
            <w:tcW w:w="1961" w:type="dxa"/>
          </w:tcPr>
          <w:p w:rsidR="00D11646" w:rsidP="00D11646" w:rsidRDefault="00D11646" w14:paraId="0A3961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D11646" w:rsidP="00D11646" w:rsidRDefault="006F6007" w14:paraId="566519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Egzamin/kolokwium</w:t>
            </w:r>
          </w:p>
        </w:tc>
        <w:tc>
          <w:tcPr>
            <w:tcW w:w="2121" w:type="dxa"/>
          </w:tcPr>
          <w:p w:rsidR="00D11646" w:rsidP="00D11646" w:rsidRDefault="00D11646" w14:paraId="7F9582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3E77FD99" w14:textId="77777777">
        <w:trPr>
          <w:trHeight w:val="302"/>
        </w:trPr>
        <w:tc>
          <w:tcPr>
            <w:tcW w:w="1961" w:type="dxa"/>
          </w:tcPr>
          <w:p w:rsidR="00D11646" w:rsidP="00D11646" w:rsidRDefault="00D11646" w14:paraId="016F99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38" w:type="dxa"/>
          </w:tcPr>
          <w:p w:rsidR="00D11646" w:rsidP="00D11646" w:rsidRDefault="006F6007" w14:paraId="316460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P="00D11646" w:rsidRDefault="00D11646" w14:paraId="72CD06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5E0D61E9" w14:textId="77777777">
        <w:trPr>
          <w:trHeight w:val="302"/>
        </w:trPr>
        <w:tc>
          <w:tcPr>
            <w:tcW w:w="1961" w:type="dxa"/>
          </w:tcPr>
          <w:p w:rsidR="00D11646" w:rsidP="00D11646" w:rsidRDefault="00D11646" w14:paraId="1C48A0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:rsidR="00D11646" w:rsidP="00D11646" w:rsidRDefault="006F6007" w14:paraId="29380C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i praca w grupach</w:t>
            </w:r>
          </w:p>
        </w:tc>
        <w:tc>
          <w:tcPr>
            <w:tcW w:w="2121" w:type="dxa"/>
          </w:tcPr>
          <w:p w:rsidR="00D11646" w:rsidP="00D11646" w:rsidRDefault="00D11646" w14:paraId="665175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471E12E0" w14:textId="77777777">
        <w:trPr>
          <w:trHeight w:val="302"/>
        </w:trPr>
        <w:tc>
          <w:tcPr>
            <w:tcW w:w="1961" w:type="dxa"/>
          </w:tcPr>
          <w:p w:rsidR="00D11646" w:rsidP="00D11646" w:rsidRDefault="00D11646" w14:paraId="427213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:rsidR="00D11646" w:rsidP="00D11646" w:rsidRDefault="006F6007" w14:paraId="2D5625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P="00D11646" w:rsidRDefault="00D11646" w14:paraId="5CDDE1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4832FA6E" w14:textId="77777777">
        <w:trPr>
          <w:trHeight w:val="302"/>
        </w:trPr>
        <w:tc>
          <w:tcPr>
            <w:tcW w:w="1961" w:type="dxa"/>
          </w:tcPr>
          <w:p w:rsidR="00D11646" w:rsidP="00D11646" w:rsidRDefault="00D11646" w14:paraId="67C6F4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8" w:type="dxa"/>
          </w:tcPr>
          <w:p w:rsidR="00D11646" w:rsidP="00D11646" w:rsidRDefault="006F6007" w14:paraId="568C12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Egzamin/kolokwium</w:t>
            </w:r>
          </w:p>
        </w:tc>
        <w:tc>
          <w:tcPr>
            <w:tcW w:w="2121" w:type="dxa"/>
          </w:tcPr>
          <w:p w:rsidR="00D11646" w:rsidP="00D11646" w:rsidRDefault="00D11646" w14:paraId="56B711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7936AB" w:rsidR="00D11646" w:rsidTr="00D11646" w14:paraId="7C737525" w14:textId="77777777">
        <w:trPr>
          <w:trHeight w:val="302"/>
        </w:trPr>
        <w:tc>
          <w:tcPr>
            <w:tcW w:w="1961" w:type="dxa"/>
          </w:tcPr>
          <w:p w:rsidR="00D11646" w:rsidP="00D11646" w:rsidRDefault="00D11646" w14:paraId="66BE2B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38" w:type="dxa"/>
          </w:tcPr>
          <w:p w:rsidR="00D11646" w:rsidP="00D11646" w:rsidRDefault="006F6007" w14:paraId="289F2E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i praca w grupach</w:t>
            </w:r>
          </w:p>
        </w:tc>
        <w:tc>
          <w:tcPr>
            <w:tcW w:w="2121" w:type="dxa"/>
          </w:tcPr>
          <w:p w:rsidR="00D11646" w:rsidP="00D11646" w:rsidRDefault="00D11646" w14:paraId="7DC4A8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7936AB" w:rsidR="00923D7D" w:rsidP="009C54AE" w:rsidRDefault="00923D7D" w14:paraId="746207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36AB" w:rsidR="0085747A" w:rsidP="009C54AE" w:rsidRDefault="003E1941" w14:paraId="6FBCF0F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4.2 </w:t>
      </w:r>
      <w:r w:rsidRPr="007936AB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7936AB" w:rsidR="00923D7D" w:rsidP="009C54AE" w:rsidRDefault="00923D7D" w14:paraId="3E7663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36AB" w:rsidR="0085747A" w:rsidTr="00D11646" w14:paraId="6F26FECE" w14:textId="77777777">
        <w:tc>
          <w:tcPr>
            <w:tcW w:w="9520" w:type="dxa"/>
          </w:tcPr>
          <w:p w:rsidR="00711EB8" w:rsidP="00711EB8" w:rsidRDefault="00711EB8" w14:paraId="5ECA1E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="0081463A" w:rsidP="00711EB8" w:rsidRDefault="0081463A" w14:paraId="0AF00BC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10% obecność na zajęciach</w:t>
            </w:r>
          </w:p>
          <w:p w:rsidRPr="00731754" w:rsidR="00711EB8" w:rsidP="00711EB8" w:rsidRDefault="0081463A" w14:paraId="360195F5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31754" w:rsidR="00711EB8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711EB8"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:rsidRPr="00657BEE" w:rsidR="00657BEE" w:rsidP="00657BEE" w:rsidRDefault="00711EB8" w14:paraId="75E2B3B7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:rsidRPr="007936AB" w:rsidR="0085747A" w:rsidP="009C54AE" w:rsidRDefault="0085747A" w14:paraId="151559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7936AB" w:rsidR="00657BEE" w:rsidP="009C54AE" w:rsidRDefault="00657BEE" w14:paraId="460A29C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36AB" w:rsidR="009F4610" w:rsidP="009C54AE" w:rsidRDefault="0085747A" w14:paraId="0EF0DA4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36AB">
        <w:rPr>
          <w:rFonts w:ascii="Corbel" w:hAnsi="Corbel"/>
          <w:b/>
          <w:sz w:val="24"/>
          <w:szCs w:val="24"/>
        </w:rPr>
        <w:t xml:space="preserve">5. </w:t>
      </w:r>
      <w:r w:rsidRPr="007936A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936AB" w:rsidR="0085747A" w:rsidP="009C54AE" w:rsidRDefault="0085747A" w14:paraId="48F3D2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7936AB" w:rsidR="0085747A" w:rsidTr="003E1941" w14:paraId="3D2BBD1B" w14:textId="77777777">
        <w:tc>
          <w:tcPr>
            <w:tcW w:w="4962" w:type="dxa"/>
            <w:vAlign w:val="center"/>
          </w:tcPr>
          <w:p w:rsidRPr="007936AB" w:rsidR="0085747A" w:rsidP="009C54AE" w:rsidRDefault="00C61DC5" w14:paraId="4CE255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36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936AB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36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936AB" w:rsidR="0085747A" w:rsidP="009C54AE" w:rsidRDefault="00C61DC5" w14:paraId="21F1328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36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936AB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936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936AB" w:rsidR="0085747A" w:rsidTr="00923D7D" w14:paraId="352266D3" w14:textId="77777777">
        <w:tc>
          <w:tcPr>
            <w:tcW w:w="4962" w:type="dxa"/>
          </w:tcPr>
          <w:p w:rsidRPr="007936AB" w:rsidR="0085747A" w:rsidP="009C54AE" w:rsidRDefault="00C61DC5" w14:paraId="520295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G</w:t>
            </w:r>
            <w:r w:rsidRPr="007936AB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36AB">
              <w:rPr>
                <w:rFonts w:ascii="Corbel" w:hAnsi="Corbel"/>
                <w:sz w:val="24"/>
                <w:szCs w:val="24"/>
              </w:rPr>
              <w:t>kontaktowe</w:t>
            </w:r>
            <w:r w:rsidRPr="007936AB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936AB">
              <w:rPr>
                <w:rFonts w:ascii="Corbel" w:hAnsi="Corbel"/>
                <w:sz w:val="24"/>
                <w:szCs w:val="24"/>
              </w:rPr>
              <w:t>ynikające</w:t>
            </w:r>
            <w:r w:rsidRPr="007936AB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7936AB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36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7936AB" w:rsidR="0085747A" w:rsidP="009C54AE" w:rsidRDefault="00EA02FC" w14:paraId="48385B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7936AB" w:rsidR="00C61DC5" w:rsidTr="00923D7D" w14:paraId="52EB2521" w14:textId="77777777">
        <w:tc>
          <w:tcPr>
            <w:tcW w:w="4962" w:type="dxa"/>
          </w:tcPr>
          <w:p w:rsidRPr="007936AB" w:rsidR="00C61DC5" w:rsidP="009C54AE" w:rsidRDefault="00C61DC5" w14:paraId="03CF78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7936AB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936AB" w:rsidR="00C61DC5" w:rsidP="009C54AE" w:rsidRDefault="00C61DC5" w14:paraId="493F7A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7936AB" w:rsidR="00C61DC5" w:rsidP="009C54AE" w:rsidRDefault="00EA02FC" w14:paraId="2342C0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7936AB" w:rsidR="00C61DC5" w:rsidTr="00923D7D" w14:paraId="55B56681" w14:textId="77777777">
        <w:tc>
          <w:tcPr>
            <w:tcW w:w="4962" w:type="dxa"/>
          </w:tcPr>
          <w:p w:rsidRPr="007936AB" w:rsidR="0071620A" w:rsidP="009C54AE" w:rsidRDefault="00C61DC5" w14:paraId="21FC46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936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936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7936AB" w:rsidR="00C61DC5" w:rsidP="009C54AE" w:rsidRDefault="00C61DC5" w14:paraId="6631D1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7936AB" w:rsidR="00C61DC5" w:rsidP="009C54AE" w:rsidRDefault="00322BE9" w14:paraId="20436C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A02F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7936AB" w:rsidR="0085747A" w:rsidTr="00923D7D" w14:paraId="6FB84D56" w14:textId="77777777">
        <w:tc>
          <w:tcPr>
            <w:tcW w:w="4962" w:type="dxa"/>
          </w:tcPr>
          <w:p w:rsidRPr="007936AB" w:rsidR="0085747A" w:rsidP="009C54AE" w:rsidRDefault="0085747A" w14:paraId="2B2A50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936AB" w:rsidR="0085747A" w:rsidP="009C54AE" w:rsidRDefault="00322BE9" w14:paraId="115E74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A02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7936AB" w:rsidR="0085747A" w:rsidTr="00923D7D" w14:paraId="77D756F1" w14:textId="77777777">
        <w:tc>
          <w:tcPr>
            <w:tcW w:w="4962" w:type="dxa"/>
          </w:tcPr>
          <w:p w:rsidRPr="007936AB" w:rsidR="0085747A" w:rsidP="009C54AE" w:rsidRDefault="0085747A" w14:paraId="0C7BC0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36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936AB" w:rsidR="0085747A" w:rsidP="009C54AE" w:rsidRDefault="00322BE9" w14:paraId="029A63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7936AB" w:rsidR="0085747A" w:rsidP="009C54AE" w:rsidRDefault="00923D7D" w14:paraId="1B2F5E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36AB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936AB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936AB" w:rsidR="003E1941" w:rsidP="009C54AE" w:rsidRDefault="003E1941" w14:paraId="034D1E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36AB" w:rsidR="0085747A" w:rsidP="009C54AE" w:rsidRDefault="0071620A" w14:paraId="40A644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6. </w:t>
      </w:r>
      <w:r w:rsidRPr="007936AB" w:rsidR="0085747A">
        <w:rPr>
          <w:rFonts w:ascii="Corbel" w:hAnsi="Corbel"/>
          <w:smallCaps w:val="0"/>
          <w:szCs w:val="24"/>
        </w:rPr>
        <w:t>PRAKTYKI ZAWO</w:t>
      </w:r>
      <w:r w:rsidRPr="007936AB" w:rsidR="009D3F3B">
        <w:rPr>
          <w:rFonts w:ascii="Corbel" w:hAnsi="Corbel"/>
          <w:smallCaps w:val="0"/>
          <w:szCs w:val="24"/>
        </w:rPr>
        <w:t>DOWE W RAMACH PRZEDMIOTU</w:t>
      </w:r>
    </w:p>
    <w:p w:rsidRPr="007936AB" w:rsidR="0085747A" w:rsidP="009C54AE" w:rsidRDefault="0085747A" w14:paraId="45A0B28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7936AB" w:rsidR="0085747A" w:rsidTr="0071620A" w14:paraId="1B6C8CAD" w14:textId="77777777">
        <w:trPr>
          <w:trHeight w:val="397"/>
        </w:trPr>
        <w:tc>
          <w:tcPr>
            <w:tcW w:w="3544" w:type="dxa"/>
          </w:tcPr>
          <w:p w:rsidRPr="007936AB" w:rsidR="0085747A" w:rsidP="009C54AE" w:rsidRDefault="0085747A" w14:paraId="40ED1B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936AB" w:rsidR="0085747A" w:rsidP="009C54AE" w:rsidRDefault="0085747A" w14:paraId="63464F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7936AB" w:rsidR="0085747A" w:rsidTr="0071620A" w14:paraId="2A6DE431" w14:textId="77777777">
        <w:trPr>
          <w:trHeight w:val="397"/>
        </w:trPr>
        <w:tc>
          <w:tcPr>
            <w:tcW w:w="3544" w:type="dxa"/>
          </w:tcPr>
          <w:p w:rsidRPr="007936AB" w:rsidR="0085747A" w:rsidP="009C54AE" w:rsidRDefault="0085747A" w14:paraId="2E5D8B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936AB" w:rsidR="0085747A" w:rsidP="009C54AE" w:rsidRDefault="0085747A" w14:paraId="55D012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7936AB" w:rsidR="003E1941" w:rsidP="009C54AE" w:rsidRDefault="003E1941" w14:paraId="54D7FB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936AB" w:rsidR="0085747A" w:rsidP="009C54AE" w:rsidRDefault="00675843" w14:paraId="7CDC079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7. </w:t>
      </w:r>
      <w:r w:rsidRPr="007936AB" w:rsidR="0085747A">
        <w:rPr>
          <w:rFonts w:ascii="Corbel" w:hAnsi="Corbel"/>
          <w:smallCaps w:val="0"/>
          <w:szCs w:val="24"/>
        </w:rPr>
        <w:t>LITERATURA</w:t>
      </w:r>
    </w:p>
    <w:p w:rsidR="0085747A" w:rsidP="00657BEE" w:rsidRDefault="0085747A" w14:paraId="61553B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1"/>
      </w:tblGrid>
      <w:tr w:rsidRPr="00323E47" w:rsidR="005E6F33" w:rsidTr="004A5F0A" w14:paraId="45805F2C" w14:textId="77777777">
        <w:trPr>
          <w:trHeight w:val="397"/>
        </w:trPr>
        <w:tc>
          <w:tcPr>
            <w:tcW w:w="8931" w:type="dxa"/>
          </w:tcPr>
          <w:p w:rsidRPr="00323E47" w:rsidR="005E6F33" w:rsidP="004A5F0A" w:rsidRDefault="005E6F33" w14:paraId="61249D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E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23E47" w:rsidR="005E6F33" w:rsidP="004A5F0A" w:rsidRDefault="005E6F33" w14:paraId="54C51D1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 xml:space="preserve">Barańska J., Piątkowski W. (red.). (2002).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Zdrowie i choroba. Wybrane problemy socjologii medycyny.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Wrocław: Oficyna Wydawnicza ATUT.</w:t>
            </w:r>
          </w:p>
          <w:p w:rsidRPr="00323E47" w:rsidR="005E6F33" w:rsidP="004A5F0A" w:rsidRDefault="005E6F33" w14:paraId="28FA516D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 xml:space="preserve">Kawczyńska-Butrym Z. (2008).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Wyzwania rodziny: zdrowie, choroba, niepełnosprawność, starość,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Lublin: </w:t>
            </w:r>
            <w:proofErr w:type="spellStart"/>
            <w:r w:rsidRPr="00323E47">
              <w:rPr>
                <w:rFonts w:ascii="Corbel" w:hAnsi="Corbel"/>
                <w:sz w:val="24"/>
                <w:szCs w:val="24"/>
              </w:rPr>
              <w:t>Makmed</w:t>
            </w:r>
            <w:proofErr w:type="spellEnd"/>
            <w:r w:rsidRPr="00323E47">
              <w:rPr>
                <w:rFonts w:ascii="Corbel" w:hAnsi="Corbel"/>
                <w:sz w:val="24"/>
                <w:szCs w:val="24"/>
              </w:rPr>
              <w:t>.</w:t>
            </w:r>
          </w:p>
          <w:p w:rsidRPr="00323E47" w:rsidR="005E6F33" w:rsidP="004A5F0A" w:rsidRDefault="005E6F33" w14:paraId="26129A6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 xml:space="preserve">Piątkowski W., Titkow A. (red.) (2002).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W stronę socjologii zdrowia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, Lublin: </w:t>
            </w:r>
            <w:r w:rsidRPr="00323E47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 xml:space="preserve">Wydawnictwo </w:t>
            </w:r>
            <w:r w:rsidRP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>Uniwersytetu Marii Curie-Skłodowskiej.</w:t>
            </w:r>
          </w:p>
          <w:p w:rsidRPr="00323E47" w:rsidR="005E6F33" w:rsidP="004A5F0A" w:rsidRDefault="005E6F33" w14:paraId="32BAA9D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lastRenderedPageBreak/>
              <w:t xml:space="preserve">Piątkowski W. (2004).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Zdrowie,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choroba, społeczeństwo. Studia z socjologii medycyny</w:t>
            </w:r>
            <w:r w:rsidRPr="00323E47">
              <w:rPr>
                <w:rFonts w:ascii="Corbel" w:hAnsi="Corbel"/>
                <w:sz w:val="24"/>
                <w:szCs w:val="24"/>
              </w:rPr>
              <w:t>, Lublin: Wydawnictwo Uniwersytetu Marii Curie-Skłodowskiej.</w:t>
            </w:r>
          </w:p>
          <w:p w:rsidRPr="00323E47" w:rsidR="005E6F33" w:rsidP="004A5F0A" w:rsidRDefault="005E6F33" w14:paraId="3E12E5C4" w14:textId="7777777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  <w:lang w:val="pl-PL"/>
              </w:rPr>
            </w:pPr>
            <w:proofErr w:type="spellStart"/>
            <w:r w:rsidRPr="00323E47">
              <w:rPr>
                <w:rFonts w:ascii="Corbel" w:hAnsi="Corbel"/>
                <w:sz w:val="24"/>
                <w:szCs w:val="24"/>
              </w:rPr>
              <w:t>Steuden</w:t>
            </w:r>
            <w:proofErr w:type="spellEnd"/>
            <w:r w:rsidRPr="00323E47">
              <w:rPr>
                <w:rFonts w:ascii="Corbel" w:hAnsi="Corbel"/>
                <w:sz w:val="24"/>
                <w:szCs w:val="24"/>
              </w:rPr>
              <w:t xml:space="preserve"> S., Okła W. (red.)</w:t>
            </w:r>
            <w:r w:rsidRPr="00323E47">
              <w:rPr>
                <w:rFonts w:ascii="Corbel" w:hAnsi="Corbel"/>
                <w:sz w:val="24"/>
                <w:szCs w:val="24"/>
                <w:lang w:val="pl-PL"/>
              </w:rPr>
              <w:t xml:space="preserve"> (2006).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Jakość życia w chorobie</w:t>
            </w:r>
            <w:r w:rsidRPr="00323E47">
              <w:rPr>
                <w:rFonts w:ascii="Corbel" w:hAnsi="Corbel"/>
                <w:sz w:val="24"/>
                <w:szCs w:val="24"/>
              </w:rPr>
              <w:t>, Lublin</w:t>
            </w:r>
            <w:r w:rsidRPr="00323E47">
              <w:rPr>
                <w:rFonts w:ascii="Corbel" w:hAnsi="Corbel"/>
                <w:sz w:val="24"/>
                <w:szCs w:val="24"/>
                <w:lang w:val="pl-PL"/>
              </w:rPr>
              <w:t xml:space="preserve">: Wydawnictwo Katolickiego Uniwersytetu Lubelskiego. </w:t>
            </w:r>
          </w:p>
          <w:p w:rsidRPr="00323E47" w:rsidR="005E6F33" w:rsidP="004A5F0A" w:rsidRDefault="005E6F33" w14:paraId="7605544F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 xml:space="preserve">Tobiasz-Adamczyk B. (2000).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Wybrane elementy socjologii zdrowia i choroby.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Kraków: </w:t>
            </w:r>
            <w:r w:rsidRP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>Wydaw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nictwo </w:t>
            </w:r>
            <w:r w:rsidRP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>Uniwersytetu Jagiellońskiego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Pr="00A74C51" w:rsidR="005E6F33" w:rsidTr="004A5F0A" w14:paraId="52854BD8" w14:textId="77777777">
        <w:trPr>
          <w:trHeight w:val="397"/>
        </w:trPr>
        <w:tc>
          <w:tcPr>
            <w:tcW w:w="8931" w:type="dxa"/>
          </w:tcPr>
          <w:p w:rsidRPr="00CE6A47" w:rsidR="005E6F33" w:rsidP="004A5F0A" w:rsidRDefault="005E6F33" w14:paraId="68CFFA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CE6A47" w:rsidR="005E6F33" w:rsidP="004A5F0A" w:rsidRDefault="005E6F33" w14:paraId="0DBF0B04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Jakubowska</w:t>
            </w:r>
            <w:r>
              <w:rPr>
                <w:rFonts w:ascii="Corbel" w:hAnsi="Corbel"/>
                <w:sz w:val="24"/>
                <w:szCs w:val="24"/>
              </w:rPr>
              <w:t xml:space="preserve"> H. (2009).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Socjologia ciała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CE6A47">
              <w:rPr>
                <w:rFonts w:ascii="Corbel" w:hAnsi="Corbel"/>
                <w:sz w:val="24"/>
                <w:szCs w:val="24"/>
              </w:rPr>
              <w:t>Poznań</w:t>
            </w:r>
            <w:r>
              <w:rPr>
                <w:rFonts w:ascii="Corbel" w:hAnsi="Corbel"/>
                <w:sz w:val="24"/>
                <w:szCs w:val="24"/>
              </w:rPr>
              <w:t xml:space="preserve">: Wydawnictwo Naukowe </w:t>
            </w:r>
            <w:r w:rsidRPr="00CE6A47">
              <w:rPr>
                <w:rFonts w:ascii="Corbel" w:hAnsi="Corbel"/>
                <w:sz w:val="24"/>
                <w:szCs w:val="24"/>
              </w:rPr>
              <w:t>UAM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CE6A47" w:rsidR="005E6F33" w:rsidP="004A5F0A" w:rsidRDefault="005E6F33" w14:paraId="751655AB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CE6A47">
              <w:rPr>
                <w:rFonts w:ascii="Corbel" w:hAnsi="Corbel"/>
                <w:sz w:val="24"/>
                <w:szCs w:val="24"/>
              </w:rPr>
              <w:t>Ogryzko</w:t>
            </w:r>
            <w:proofErr w:type="spellEnd"/>
            <w:r w:rsidRPr="00CE6A47">
              <w:rPr>
                <w:rFonts w:ascii="Corbel" w:hAnsi="Corbel"/>
                <w:sz w:val="24"/>
                <w:szCs w:val="24"/>
              </w:rPr>
              <w:t>-Wiewiórkowska M.</w:t>
            </w:r>
            <w:r>
              <w:rPr>
                <w:rFonts w:ascii="Corbel" w:hAnsi="Corbel"/>
                <w:sz w:val="24"/>
                <w:szCs w:val="24"/>
              </w:rPr>
              <w:t xml:space="preserve"> (1989).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Socjologia medycyny</w:t>
            </w:r>
            <w:r w:rsidRPr="00CE6A47">
              <w:rPr>
                <w:rFonts w:ascii="Corbel" w:hAnsi="Corbel"/>
                <w:sz w:val="24"/>
                <w:szCs w:val="24"/>
              </w:rPr>
              <w:t>, Lublin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323E47">
              <w:rPr>
                <w:rFonts w:ascii="Corbel" w:hAnsi="Corbel"/>
                <w:sz w:val="24"/>
                <w:szCs w:val="24"/>
              </w:rPr>
              <w:t>Wydawnictwo Uniwersytetu Marii Curie-Skłodowskiej.</w:t>
            </w:r>
          </w:p>
          <w:p w:rsidRPr="00CE6A47" w:rsidR="005E6F33" w:rsidP="004A5F0A" w:rsidRDefault="005E6F33" w14:paraId="74E16A51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Ostrowska A.</w:t>
            </w:r>
            <w:r>
              <w:rPr>
                <w:rFonts w:ascii="Corbel" w:hAnsi="Corbel"/>
                <w:sz w:val="24"/>
                <w:szCs w:val="24"/>
              </w:rPr>
              <w:t xml:space="preserve"> (2009).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Socjologia medycyny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: podejmowane problemy, kategorie analizy. </w:t>
            </w:r>
            <w:r w:rsidRPr="00CE6A4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PAN.</w:t>
            </w:r>
          </w:p>
          <w:p w:rsidRPr="00CE6A47" w:rsidR="005E6F33" w:rsidP="004A5F0A" w:rsidRDefault="005E6F33" w14:paraId="06B8A68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CE6A47">
              <w:rPr>
                <w:rFonts w:ascii="Corbel" w:hAnsi="Corbel"/>
                <w:sz w:val="24"/>
                <w:szCs w:val="24"/>
              </w:rPr>
              <w:t>strowska A.</w:t>
            </w:r>
            <w:r>
              <w:rPr>
                <w:rFonts w:ascii="Corbel" w:hAnsi="Corbel"/>
                <w:sz w:val="24"/>
                <w:szCs w:val="24"/>
              </w:rPr>
              <w:t xml:space="preserve"> (1997).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Śmierć w doświadczeniu jednostki i społeczeństwa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PAN.</w:t>
            </w:r>
          </w:p>
          <w:p w:rsidRPr="00A74C51" w:rsidR="005E6F33" w:rsidP="004A5F0A" w:rsidRDefault="005E6F33" w14:paraId="74D961AE" w14:textId="7777777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  <w:lang w:val="pl-PL"/>
              </w:rPr>
            </w:pPr>
            <w:proofErr w:type="spellStart"/>
            <w:r w:rsidRPr="00CE6A47">
              <w:rPr>
                <w:rFonts w:ascii="Corbel" w:hAnsi="Corbel"/>
                <w:sz w:val="24"/>
                <w:szCs w:val="24"/>
              </w:rPr>
              <w:t>Zbyrad</w:t>
            </w:r>
            <w:proofErr w:type="spellEnd"/>
            <w:r w:rsidRPr="00CE6A47">
              <w:rPr>
                <w:rFonts w:ascii="Corbel" w:hAnsi="Corbel"/>
                <w:sz w:val="24"/>
                <w:szCs w:val="24"/>
              </w:rPr>
              <w:t xml:space="preserve"> T.</w:t>
            </w:r>
            <w:r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Wypalenie zawodowe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Lublin: </w:t>
            </w:r>
            <w:r w:rsidRPr="00323E47">
              <w:rPr>
                <w:rFonts w:ascii="Corbel" w:hAnsi="Corbel"/>
                <w:sz w:val="24"/>
                <w:szCs w:val="24"/>
                <w:lang w:val="pl-PL"/>
              </w:rPr>
              <w:t xml:space="preserve">Wydawnictwo Katolickiego Uniwersytetu Lubelskiego. </w:t>
            </w:r>
          </w:p>
        </w:tc>
      </w:tr>
    </w:tbl>
    <w:p w:rsidRPr="007936AB" w:rsidR="00633A9A" w:rsidP="00657BEE" w:rsidRDefault="00633A9A" w14:paraId="494AD5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36AB" w:rsidR="0085747A" w:rsidP="00F83B28" w:rsidRDefault="0085747A" w14:paraId="1DD5E59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36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936AB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0F99" w:rsidP="00C16ABF" w:rsidRDefault="00970F99" w14:paraId="47248DBD" w14:textId="77777777">
      <w:pPr>
        <w:spacing w:after="0" w:line="240" w:lineRule="auto"/>
      </w:pPr>
      <w:r>
        <w:separator/>
      </w:r>
    </w:p>
  </w:endnote>
  <w:endnote w:type="continuationSeparator" w:id="0">
    <w:p w:rsidR="00970F99" w:rsidP="00C16ABF" w:rsidRDefault="00970F99" w14:paraId="21EF9F9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0F99" w:rsidP="00C16ABF" w:rsidRDefault="00970F99" w14:paraId="0DAB41DC" w14:textId="77777777">
      <w:pPr>
        <w:spacing w:after="0" w:line="240" w:lineRule="auto"/>
      </w:pPr>
      <w:r>
        <w:separator/>
      </w:r>
    </w:p>
  </w:footnote>
  <w:footnote w:type="continuationSeparator" w:id="0">
    <w:p w:rsidR="00970F99" w:rsidP="00C16ABF" w:rsidRDefault="00970F99" w14:paraId="6A37F1D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41965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FF0DC3"/>
    <w:multiLevelType w:val="hybridMultilevel"/>
    <w:tmpl w:val="68BEB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A4E2D"/>
    <w:multiLevelType w:val="hybridMultilevel"/>
    <w:tmpl w:val="0AE2E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D6904BC"/>
    <w:multiLevelType w:val="hybridMultilevel"/>
    <w:tmpl w:val="68BEB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BE5"/>
    <w:rsid w:val="00015B8F"/>
    <w:rsid w:val="00022ECE"/>
    <w:rsid w:val="0003530B"/>
    <w:rsid w:val="00036C8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B3"/>
    <w:rsid w:val="000B3E37"/>
    <w:rsid w:val="000D04B0"/>
    <w:rsid w:val="000D542D"/>
    <w:rsid w:val="000E0D0B"/>
    <w:rsid w:val="000E2FD9"/>
    <w:rsid w:val="000E46AE"/>
    <w:rsid w:val="000F1C57"/>
    <w:rsid w:val="000F5615"/>
    <w:rsid w:val="001002C9"/>
    <w:rsid w:val="00124BFF"/>
    <w:rsid w:val="0012560E"/>
    <w:rsid w:val="00127108"/>
    <w:rsid w:val="00134B13"/>
    <w:rsid w:val="00144C2A"/>
    <w:rsid w:val="00146BC0"/>
    <w:rsid w:val="00151A27"/>
    <w:rsid w:val="00153C41"/>
    <w:rsid w:val="00154381"/>
    <w:rsid w:val="001640A7"/>
    <w:rsid w:val="00164FA7"/>
    <w:rsid w:val="00166A03"/>
    <w:rsid w:val="001718A7"/>
    <w:rsid w:val="001737CF"/>
    <w:rsid w:val="00176083"/>
    <w:rsid w:val="001861A7"/>
    <w:rsid w:val="00192F37"/>
    <w:rsid w:val="001A70D2"/>
    <w:rsid w:val="001B7AD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437"/>
    <w:rsid w:val="002B5EA0"/>
    <w:rsid w:val="002B6119"/>
    <w:rsid w:val="002C1F06"/>
    <w:rsid w:val="002C2B80"/>
    <w:rsid w:val="002D0A5E"/>
    <w:rsid w:val="002D3375"/>
    <w:rsid w:val="002D73D4"/>
    <w:rsid w:val="002F02A3"/>
    <w:rsid w:val="002F4ABE"/>
    <w:rsid w:val="003018BA"/>
    <w:rsid w:val="0030395F"/>
    <w:rsid w:val="00305C92"/>
    <w:rsid w:val="003151C5"/>
    <w:rsid w:val="00322BE9"/>
    <w:rsid w:val="003343CF"/>
    <w:rsid w:val="00334549"/>
    <w:rsid w:val="00346FE9"/>
    <w:rsid w:val="0034759A"/>
    <w:rsid w:val="003503F6"/>
    <w:rsid w:val="003530DD"/>
    <w:rsid w:val="0035626D"/>
    <w:rsid w:val="00363F78"/>
    <w:rsid w:val="00373762"/>
    <w:rsid w:val="003A0A5B"/>
    <w:rsid w:val="003A1176"/>
    <w:rsid w:val="003C0BAE"/>
    <w:rsid w:val="003D18A9"/>
    <w:rsid w:val="003D1C7B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6FA"/>
    <w:rsid w:val="00490F7D"/>
    <w:rsid w:val="00491678"/>
    <w:rsid w:val="00496008"/>
    <w:rsid w:val="004968E2"/>
    <w:rsid w:val="004A3EEA"/>
    <w:rsid w:val="004A4D1F"/>
    <w:rsid w:val="004B0FE7"/>
    <w:rsid w:val="004D5282"/>
    <w:rsid w:val="004D7B3B"/>
    <w:rsid w:val="004E204B"/>
    <w:rsid w:val="004F1551"/>
    <w:rsid w:val="004F55A3"/>
    <w:rsid w:val="0050496F"/>
    <w:rsid w:val="0051321B"/>
    <w:rsid w:val="00513B6F"/>
    <w:rsid w:val="00517C63"/>
    <w:rsid w:val="00527732"/>
    <w:rsid w:val="005363C4"/>
    <w:rsid w:val="00536BDE"/>
    <w:rsid w:val="00543ACC"/>
    <w:rsid w:val="0056696D"/>
    <w:rsid w:val="00594658"/>
    <w:rsid w:val="0059484D"/>
    <w:rsid w:val="005A0855"/>
    <w:rsid w:val="005A0D63"/>
    <w:rsid w:val="005A133C"/>
    <w:rsid w:val="005A3196"/>
    <w:rsid w:val="005B62F7"/>
    <w:rsid w:val="005C080F"/>
    <w:rsid w:val="005C55E5"/>
    <w:rsid w:val="005C696A"/>
    <w:rsid w:val="005E4A62"/>
    <w:rsid w:val="005E6E85"/>
    <w:rsid w:val="005E6F33"/>
    <w:rsid w:val="005F31D2"/>
    <w:rsid w:val="005F474E"/>
    <w:rsid w:val="0061029B"/>
    <w:rsid w:val="00614F06"/>
    <w:rsid w:val="00617230"/>
    <w:rsid w:val="00621CE1"/>
    <w:rsid w:val="00627FC9"/>
    <w:rsid w:val="00633A9A"/>
    <w:rsid w:val="006446B5"/>
    <w:rsid w:val="00647FA8"/>
    <w:rsid w:val="00650C5F"/>
    <w:rsid w:val="00654934"/>
    <w:rsid w:val="00657BEE"/>
    <w:rsid w:val="006620D9"/>
    <w:rsid w:val="00671958"/>
    <w:rsid w:val="00671FD7"/>
    <w:rsid w:val="00675843"/>
    <w:rsid w:val="00696477"/>
    <w:rsid w:val="006D050F"/>
    <w:rsid w:val="006D1B82"/>
    <w:rsid w:val="006D6139"/>
    <w:rsid w:val="006E5D65"/>
    <w:rsid w:val="006F1282"/>
    <w:rsid w:val="006F1FBC"/>
    <w:rsid w:val="006F28F7"/>
    <w:rsid w:val="006F31E2"/>
    <w:rsid w:val="006F6007"/>
    <w:rsid w:val="00706544"/>
    <w:rsid w:val="007072BA"/>
    <w:rsid w:val="00711EB8"/>
    <w:rsid w:val="0071620A"/>
    <w:rsid w:val="00724677"/>
    <w:rsid w:val="00725459"/>
    <w:rsid w:val="007327BD"/>
    <w:rsid w:val="007343B5"/>
    <w:rsid w:val="00734608"/>
    <w:rsid w:val="00743A5F"/>
    <w:rsid w:val="00745302"/>
    <w:rsid w:val="007461D6"/>
    <w:rsid w:val="00746EC8"/>
    <w:rsid w:val="00763BF1"/>
    <w:rsid w:val="00766FD4"/>
    <w:rsid w:val="0078168C"/>
    <w:rsid w:val="007831BD"/>
    <w:rsid w:val="00787C2A"/>
    <w:rsid w:val="00790E27"/>
    <w:rsid w:val="007936AB"/>
    <w:rsid w:val="007A4022"/>
    <w:rsid w:val="007A6E6E"/>
    <w:rsid w:val="007C3299"/>
    <w:rsid w:val="007C3BCC"/>
    <w:rsid w:val="007C4546"/>
    <w:rsid w:val="007C7E9E"/>
    <w:rsid w:val="007D6E56"/>
    <w:rsid w:val="007F4155"/>
    <w:rsid w:val="0081463A"/>
    <w:rsid w:val="0081554D"/>
    <w:rsid w:val="0081707E"/>
    <w:rsid w:val="008449B3"/>
    <w:rsid w:val="00854688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A1"/>
    <w:rsid w:val="008C7AE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F9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648"/>
    <w:rsid w:val="00A84C85"/>
    <w:rsid w:val="00A97DE1"/>
    <w:rsid w:val="00AB053C"/>
    <w:rsid w:val="00AC576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944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81A"/>
    <w:rsid w:val="00C51576"/>
    <w:rsid w:val="00C56036"/>
    <w:rsid w:val="00C61DC5"/>
    <w:rsid w:val="00C67E92"/>
    <w:rsid w:val="00C70A26"/>
    <w:rsid w:val="00C72F62"/>
    <w:rsid w:val="00C7663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64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92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5638"/>
    <w:rsid w:val="00E960BB"/>
    <w:rsid w:val="00EA02F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11"/>
    <w:rsid w:val="00F27A7B"/>
    <w:rsid w:val="00F526AF"/>
    <w:rsid w:val="00F617C3"/>
    <w:rsid w:val="00F6684E"/>
    <w:rsid w:val="00F7066B"/>
    <w:rsid w:val="00F83B28"/>
    <w:rsid w:val="00F974DA"/>
    <w:rsid w:val="00FA46E5"/>
    <w:rsid w:val="00FB7DBA"/>
    <w:rsid w:val="00FC1C25"/>
    <w:rsid w:val="00FC1D80"/>
    <w:rsid w:val="00FC3F45"/>
    <w:rsid w:val="00FD018E"/>
    <w:rsid w:val="00FD503F"/>
    <w:rsid w:val="00FD7589"/>
    <w:rsid w:val="00FF016A"/>
    <w:rsid w:val="00FF1401"/>
    <w:rsid w:val="00FF5E7D"/>
    <w:rsid w:val="1B2A13A4"/>
    <w:rsid w:val="1DAA8959"/>
    <w:rsid w:val="319B4384"/>
    <w:rsid w:val="6D3E1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8528"/>
  <w15:chartTrackingRefBased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rsid w:val="003D1C7B"/>
  </w:style>
  <w:style w:type="character" w:styleId="Odwoaniedokomentarza">
    <w:name w:val="annotation reference"/>
    <w:uiPriority w:val="99"/>
    <w:semiHidden/>
    <w:unhideWhenUsed/>
    <w:rsid w:val="00100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2C9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1002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2C9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1002C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792251-41C4-470C-B168-B96062F60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6D33CD-E3C6-4C49-8210-742A71AEFAEE}"/>
</file>

<file path=customXml/itemProps3.xml><?xml version="1.0" encoding="utf-8"?>
<ds:datastoreItem xmlns:ds="http://schemas.openxmlformats.org/officeDocument/2006/customXml" ds:itemID="{334F8DE0-DEB9-410C-A2FF-12F348C572D8}"/>
</file>

<file path=customXml/itemProps4.xml><?xml version="1.0" encoding="utf-8"?>
<ds:datastoreItem xmlns:ds="http://schemas.openxmlformats.org/officeDocument/2006/customXml" ds:itemID="{941D0816-E3C1-4B03-A211-814EEEC2F7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Motyka Marek</lastModifiedBy>
  <revision>10</revision>
  <lastPrinted>2019-02-06T13:12:00.0000000Z</lastPrinted>
  <dcterms:created xsi:type="dcterms:W3CDTF">2020-11-02T10:42:00.0000000Z</dcterms:created>
  <dcterms:modified xsi:type="dcterms:W3CDTF">2021-10-05T16:46:40.8906380Z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